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54900" w14:textId="77777777" w:rsidR="00BA725A" w:rsidRDefault="00BA725A" w:rsidP="00BA725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37F4ACB" w14:textId="77777777" w:rsidR="00BA725A" w:rsidRDefault="00BA725A" w:rsidP="00041F9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960084" w14:textId="6C4022AD" w:rsidR="0085747A" w:rsidRPr="006069F6" w:rsidRDefault="0085747A" w:rsidP="00041F9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069F6">
        <w:rPr>
          <w:rFonts w:ascii="Corbel" w:hAnsi="Corbel"/>
          <w:b/>
          <w:smallCaps/>
          <w:sz w:val="24"/>
          <w:szCs w:val="24"/>
        </w:rPr>
        <w:t>SYLABUS</w:t>
      </w:r>
    </w:p>
    <w:p w14:paraId="7C9E7D60" w14:textId="474B34A2" w:rsidR="0085747A" w:rsidRPr="006069F6" w:rsidRDefault="0071620A" w:rsidP="00041F9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069F6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069F6">
        <w:rPr>
          <w:rFonts w:ascii="Corbel" w:hAnsi="Corbel"/>
          <w:i/>
          <w:smallCaps/>
          <w:sz w:val="24"/>
          <w:szCs w:val="24"/>
        </w:rPr>
        <w:t xml:space="preserve"> </w:t>
      </w:r>
      <w:r w:rsidR="00FD7DD3" w:rsidRPr="006069F6">
        <w:rPr>
          <w:rFonts w:ascii="Corbel" w:hAnsi="Corbel"/>
          <w:b/>
          <w:smallCaps/>
          <w:sz w:val="24"/>
          <w:szCs w:val="24"/>
        </w:rPr>
        <w:t>202</w:t>
      </w:r>
      <w:r w:rsidR="0098748D">
        <w:rPr>
          <w:rFonts w:ascii="Corbel" w:hAnsi="Corbel"/>
          <w:b/>
          <w:smallCaps/>
          <w:sz w:val="24"/>
          <w:szCs w:val="24"/>
        </w:rPr>
        <w:t>5</w:t>
      </w:r>
      <w:r w:rsidR="00FD7DD3" w:rsidRPr="006069F6">
        <w:rPr>
          <w:rFonts w:ascii="Corbel" w:hAnsi="Corbel"/>
          <w:b/>
          <w:smallCaps/>
          <w:sz w:val="24"/>
          <w:szCs w:val="24"/>
        </w:rPr>
        <w:t xml:space="preserve"> - 20</w:t>
      </w:r>
      <w:r w:rsidR="0098748D">
        <w:rPr>
          <w:rFonts w:ascii="Corbel" w:hAnsi="Corbel"/>
          <w:b/>
          <w:smallCaps/>
          <w:sz w:val="24"/>
          <w:szCs w:val="24"/>
        </w:rPr>
        <w:t>30</w:t>
      </w:r>
    </w:p>
    <w:p w14:paraId="673CB945" w14:textId="4E6306CC" w:rsidR="00445970" w:rsidRPr="006069F6" w:rsidRDefault="00445970" w:rsidP="00041F9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>R</w:t>
      </w:r>
      <w:r w:rsidR="00041F98" w:rsidRPr="006069F6">
        <w:rPr>
          <w:rFonts w:ascii="Corbel" w:hAnsi="Corbel"/>
          <w:sz w:val="24"/>
          <w:szCs w:val="24"/>
        </w:rPr>
        <w:t xml:space="preserve">ok akademicki </w:t>
      </w:r>
      <w:r w:rsidR="00041F98" w:rsidRPr="006069F6">
        <w:rPr>
          <w:rFonts w:ascii="Corbel" w:hAnsi="Corbel"/>
          <w:b/>
          <w:sz w:val="24"/>
          <w:szCs w:val="24"/>
        </w:rPr>
        <w:t>202</w:t>
      </w:r>
      <w:r w:rsidR="0098748D">
        <w:rPr>
          <w:rFonts w:ascii="Corbel" w:hAnsi="Corbel"/>
          <w:b/>
          <w:sz w:val="24"/>
          <w:szCs w:val="24"/>
        </w:rPr>
        <w:t>5</w:t>
      </w:r>
      <w:r w:rsidR="00041F98" w:rsidRPr="006069F6">
        <w:rPr>
          <w:rFonts w:ascii="Corbel" w:hAnsi="Corbel"/>
          <w:b/>
          <w:sz w:val="24"/>
          <w:szCs w:val="24"/>
        </w:rPr>
        <w:t>/202</w:t>
      </w:r>
      <w:r w:rsidR="0098748D">
        <w:rPr>
          <w:rFonts w:ascii="Corbel" w:hAnsi="Corbel"/>
          <w:b/>
          <w:sz w:val="24"/>
          <w:szCs w:val="24"/>
        </w:rPr>
        <w:t>6</w:t>
      </w:r>
    </w:p>
    <w:p w14:paraId="1F9C6D67" w14:textId="77777777" w:rsidR="0085747A" w:rsidRPr="006069F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1DBA05" w14:textId="77777777" w:rsidR="0085747A" w:rsidRPr="006069F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069F6">
        <w:rPr>
          <w:rFonts w:ascii="Corbel" w:hAnsi="Corbel"/>
          <w:szCs w:val="24"/>
        </w:rPr>
        <w:t xml:space="preserve">1. </w:t>
      </w:r>
      <w:r w:rsidR="0085747A" w:rsidRPr="006069F6">
        <w:rPr>
          <w:rFonts w:ascii="Corbel" w:hAnsi="Corbel"/>
          <w:szCs w:val="24"/>
        </w:rPr>
        <w:t xml:space="preserve">Podstawowe </w:t>
      </w:r>
      <w:r w:rsidR="00445970" w:rsidRPr="006069F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069F6" w14:paraId="63D7FA00" w14:textId="77777777" w:rsidTr="00B819C8">
        <w:tc>
          <w:tcPr>
            <w:tcW w:w="2694" w:type="dxa"/>
            <w:vAlign w:val="center"/>
          </w:tcPr>
          <w:p w14:paraId="42763519" w14:textId="77777777" w:rsidR="0085747A" w:rsidRPr="006069F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DFCD68" w14:textId="77777777" w:rsidR="0085747A" w:rsidRPr="006069F6" w:rsidRDefault="00041F98" w:rsidP="001F4AD6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podstawy teoretyczne edukacji włączającej i integracyjnej</w:t>
            </w:r>
          </w:p>
        </w:tc>
      </w:tr>
      <w:tr w:rsidR="0085747A" w:rsidRPr="006069F6" w14:paraId="2356ADD3" w14:textId="77777777" w:rsidTr="00B819C8">
        <w:tc>
          <w:tcPr>
            <w:tcW w:w="2694" w:type="dxa"/>
            <w:vAlign w:val="center"/>
          </w:tcPr>
          <w:p w14:paraId="6F9ECF6D" w14:textId="77777777" w:rsidR="0085747A" w:rsidRPr="006069F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069F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888B59" w14:textId="77777777"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069F6" w14:paraId="759F63CF" w14:textId="77777777" w:rsidTr="00B819C8">
        <w:tc>
          <w:tcPr>
            <w:tcW w:w="2694" w:type="dxa"/>
            <w:vAlign w:val="center"/>
          </w:tcPr>
          <w:p w14:paraId="4F573EFC" w14:textId="77777777" w:rsidR="0085747A" w:rsidRPr="006069F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N</w:t>
            </w:r>
            <w:r w:rsidR="0085747A" w:rsidRPr="006069F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069F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182063" w14:textId="67DC79D5" w:rsidR="0085747A" w:rsidRPr="006069F6" w:rsidRDefault="00E57B01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7B01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6069F6" w14:paraId="780740B4" w14:textId="77777777" w:rsidTr="00B819C8">
        <w:tc>
          <w:tcPr>
            <w:tcW w:w="2694" w:type="dxa"/>
            <w:vAlign w:val="center"/>
          </w:tcPr>
          <w:p w14:paraId="7EC4E0F9" w14:textId="77777777"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F7BC7F" w14:textId="77777777"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6069F6" w14:paraId="1FD0C42D" w14:textId="77777777" w:rsidTr="00B819C8">
        <w:tc>
          <w:tcPr>
            <w:tcW w:w="2694" w:type="dxa"/>
            <w:vAlign w:val="center"/>
          </w:tcPr>
          <w:p w14:paraId="494A4129" w14:textId="77777777"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B2A0D4" w14:textId="77777777"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069F6" w14:paraId="07074C47" w14:textId="77777777" w:rsidTr="00B819C8">
        <w:tc>
          <w:tcPr>
            <w:tcW w:w="2694" w:type="dxa"/>
            <w:vAlign w:val="center"/>
          </w:tcPr>
          <w:p w14:paraId="2702C00D" w14:textId="77777777" w:rsidR="0085747A" w:rsidRPr="006069F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8E7410" w14:textId="77777777"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069F6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069F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069F6" w14:paraId="30CFE69A" w14:textId="77777777" w:rsidTr="00B819C8">
        <w:tc>
          <w:tcPr>
            <w:tcW w:w="2694" w:type="dxa"/>
            <w:vAlign w:val="center"/>
          </w:tcPr>
          <w:p w14:paraId="3E05F7B1" w14:textId="77777777"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FC081D" w14:textId="77777777" w:rsidR="0085747A" w:rsidRPr="006069F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069F6" w14:paraId="34FC435D" w14:textId="77777777" w:rsidTr="00B819C8">
        <w:tc>
          <w:tcPr>
            <w:tcW w:w="2694" w:type="dxa"/>
            <w:vAlign w:val="center"/>
          </w:tcPr>
          <w:p w14:paraId="32CE5FEA" w14:textId="77777777"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424FCD" w14:textId="0AB6D79C" w:rsidR="0085747A" w:rsidRPr="006069F6" w:rsidRDefault="00BD3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392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069F6" w14:paraId="0070F0E5" w14:textId="77777777" w:rsidTr="00B819C8">
        <w:tc>
          <w:tcPr>
            <w:tcW w:w="2694" w:type="dxa"/>
            <w:vAlign w:val="center"/>
          </w:tcPr>
          <w:p w14:paraId="4CB12319" w14:textId="77777777"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069F6">
              <w:rPr>
                <w:rFonts w:ascii="Corbel" w:hAnsi="Corbel"/>
                <w:sz w:val="24"/>
                <w:szCs w:val="24"/>
              </w:rPr>
              <w:t>/y</w:t>
            </w:r>
            <w:r w:rsidRPr="006069F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9C4787" w14:textId="77777777" w:rsidR="0085747A" w:rsidRPr="006069F6" w:rsidRDefault="00CD5EAD" w:rsidP="00041F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41F98" w:rsidRPr="006069F6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041F98" w:rsidRPr="006069F6">
              <w:rPr>
                <w:rFonts w:ascii="Corbel" w:hAnsi="Corbel"/>
                <w:b w:val="0"/>
                <w:sz w:val="24"/>
                <w:szCs w:val="24"/>
              </w:rPr>
              <w:t xml:space="preserve"> 2 semestr</w:t>
            </w:r>
          </w:p>
        </w:tc>
      </w:tr>
      <w:tr w:rsidR="0085747A" w:rsidRPr="006069F6" w14:paraId="133B548C" w14:textId="77777777" w:rsidTr="00B819C8">
        <w:tc>
          <w:tcPr>
            <w:tcW w:w="2694" w:type="dxa"/>
            <w:vAlign w:val="center"/>
          </w:tcPr>
          <w:p w14:paraId="07D6356C" w14:textId="77777777"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C1480" w14:textId="77777777"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Moduł D. Edukacja włączająca, Moduł D.1. Teorie edukacji integracyjnej i włączającej; przedmiot kierunkowy</w:t>
            </w:r>
          </w:p>
        </w:tc>
      </w:tr>
      <w:tr w:rsidR="00923D7D" w:rsidRPr="006069F6" w14:paraId="69F63472" w14:textId="77777777" w:rsidTr="00B819C8">
        <w:tc>
          <w:tcPr>
            <w:tcW w:w="2694" w:type="dxa"/>
            <w:vAlign w:val="center"/>
          </w:tcPr>
          <w:p w14:paraId="66273927" w14:textId="77777777" w:rsidR="00923D7D" w:rsidRPr="006069F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C87326" w14:textId="77777777" w:rsidR="00923D7D" w:rsidRPr="006069F6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069F6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069F6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069F6" w14:paraId="016A7F1D" w14:textId="77777777" w:rsidTr="00B819C8">
        <w:tc>
          <w:tcPr>
            <w:tcW w:w="2694" w:type="dxa"/>
            <w:vAlign w:val="center"/>
          </w:tcPr>
          <w:p w14:paraId="2546E9BC" w14:textId="77777777"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818F7D" w14:textId="77777777" w:rsidR="0085747A" w:rsidRPr="006069F6" w:rsidRDefault="00041F98" w:rsidP="00041F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294E" w:rsidRPr="006069F6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C85682" w:rsidRPr="006069F6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>, p</w:t>
            </w:r>
            <w:r w:rsidR="0051294E" w:rsidRPr="006069F6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</w:p>
        </w:tc>
      </w:tr>
      <w:tr w:rsidR="0085747A" w:rsidRPr="006069F6" w14:paraId="5215B7BA" w14:textId="77777777" w:rsidTr="00B819C8">
        <w:tc>
          <w:tcPr>
            <w:tcW w:w="2694" w:type="dxa"/>
            <w:vAlign w:val="center"/>
          </w:tcPr>
          <w:p w14:paraId="6D9B20B2" w14:textId="77777777" w:rsidR="0085747A" w:rsidRPr="006069F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425076" w14:textId="77777777" w:rsidR="0085747A" w:rsidRPr="006069F6" w:rsidRDefault="00041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</w:tbl>
    <w:p w14:paraId="263633F6" w14:textId="77777777" w:rsidR="0085747A" w:rsidRPr="006069F6" w:rsidRDefault="0085747A" w:rsidP="005C2ABC">
      <w:pPr>
        <w:pStyle w:val="Podpunkty"/>
        <w:ind w:left="0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 xml:space="preserve">* </w:t>
      </w:r>
      <w:r w:rsidRPr="006069F6">
        <w:rPr>
          <w:rFonts w:ascii="Corbel" w:hAnsi="Corbel"/>
          <w:i/>
          <w:sz w:val="24"/>
          <w:szCs w:val="24"/>
        </w:rPr>
        <w:t>-</w:t>
      </w:r>
      <w:r w:rsidR="00B90885" w:rsidRPr="006069F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069F6">
        <w:rPr>
          <w:rFonts w:ascii="Corbel" w:hAnsi="Corbel"/>
          <w:b w:val="0"/>
          <w:sz w:val="24"/>
          <w:szCs w:val="24"/>
        </w:rPr>
        <w:t>e,</w:t>
      </w:r>
      <w:r w:rsidR="00DD09AD" w:rsidRPr="006069F6">
        <w:rPr>
          <w:rFonts w:ascii="Corbel" w:hAnsi="Corbel"/>
          <w:b w:val="0"/>
          <w:sz w:val="24"/>
          <w:szCs w:val="24"/>
        </w:rPr>
        <w:t xml:space="preserve"> </w:t>
      </w:r>
      <w:r w:rsidRPr="006069F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069F6">
        <w:rPr>
          <w:rFonts w:ascii="Corbel" w:hAnsi="Corbel"/>
          <w:b w:val="0"/>
          <w:i/>
          <w:sz w:val="24"/>
          <w:szCs w:val="24"/>
        </w:rPr>
        <w:t>w Jednostce</w:t>
      </w:r>
    </w:p>
    <w:p w14:paraId="08743299" w14:textId="77777777" w:rsidR="00923D7D" w:rsidRPr="006069F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C5BCF8" w14:textId="77777777" w:rsidR="00923D7D" w:rsidRPr="006069F6" w:rsidRDefault="0085747A" w:rsidP="00041F98">
      <w:pPr>
        <w:pStyle w:val="Podpunkty"/>
        <w:ind w:left="284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>1.</w:t>
      </w:r>
      <w:r w:rsidR="00E22FBC" w:rsidRPr="006069F6">
        <w:rPr>
          <w:rFonts w:ascii="Corbel" w:hAnsi="Corbel"/>
          <w:sz w:val="24"/>
          <w:szCs w:val="24"/>
        </w:rPr>
        <w:t>1</w:t>
      </w:r>
      <w:r w:rsidRPr="006069F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6069F6" w14:paraId="15BCB506" w14:textId="77777777" w:rsidTr="00041F9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686E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Semestr</w:t>
            </w:r>
          </w:p>
          <w:p w14:paraId="13864B5C" w14:textId="77777777" w:rsidR="00015B8F" w:rsidRPr="006069F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(</w:t>
            </w:r>
            <w:r w:rsidR="00363F78" w:rsidRPr="006069F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C497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A939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FDDC6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EE9E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D647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22214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539F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EC6E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069F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007D" w14:textId="77777777" w:rsidR="00015B8F" w:rsidRPr="006069F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069F6">
              <w:rPr>
                <w:rFonts w:ascii="Corbel" w:hAnsi="Corbel"/>
                <w:b/>
                <w:szCs w:val="24"/>
              </w:rPr>
              <w:t>Liczba pkt</w:t>
            </w:r>
            <w:r w:rsidR="00B90885" w:rsidRPr="006069F6">
              <w:rPr>
                <w:rFonts w:ascii="Corbel" w:hAnsi="Corbel"/>
                <w:b/>
                <w:szCs w:val="24"/>
              </w:rPr>
              <w:t>.</w:t>
            </w:r>
            <w:r w:rsidRPr="006069F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069F6" w14:paraId="61D71A67" w14:textId="77777777" w:rsidTr="00041F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95317" w14:textId="77777777" w:rsidR="00015B8F" w:rsidRPr="006069F6" w:rsidRDefault="00041F98" w:rsidP="00041F9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55DC3" w14:textId="77777777"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AFBD4" w14:textId="291019D5" w:rsidR="00015B8F" w:rsidRPr="006069F6" w:rsidRDefault="00E347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9C68" w14:textId="77777777"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F197" w14:textId="77777777"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DCFC" w14:textId="77777777"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AA0F" w14:textId="77777777"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B440" w14:textId="77777777"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DAF0" w14:textId="77777777" w:rsidR="00015B8F" w:rsidRPr="006069F6" w:rsidRDefault="00C662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DAF2" w14:textId="77777777" w:rsidR="00015B8F" w:rsidRPr="006069F6" w:rsidRDefault="001341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1CDA86" w14:textId="77777777" w:rsidR="00923D7D" w:rsidRPr="006069F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F806AB" w14:textId="77777777" w:rsidR="00923D7D" w:rsidRPr="006069F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24AC9C" w14:textId="77777777" w:rsidR="0085747A" w:rsidRPr="006069F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>1.</w:t>
      </w:r>
      <w:r w:rsidR="00E22FBC" w:rsidRPr="006069F6">
        <w:rPr>
          <w:rFonts w:ascii="Corbel" w:hAnsi="Corbel"/>
          <w:smallCaps w:val="0"/>
          <w:szCs w:val="24"/>
        </w:rPr>
        <w:t>2</w:t>
      </w:r>
      <w:r w:rsidR="00F83B28" w:rsidRPr="006069F6">
        <w:rPr>
          <w:rFonts w:ascii="Corbel" w:hAnsi="Corbel"/>
          <w:smallCaps w:val="0"/>
          <w:szCs w:val="24"/>
        </w:rPr>
        <w:t>.</w:t>
      </w:r>
      <w:r w:rsidR="00F83B28" w:rsidRPr="006069F6">
        <w:rPr>
          <w:rFonts w:ascii="Corbel" w:hAnsi="Corbel"/>
          <w:smallCaps w:val="0"/>
          <w:szCs w:val="24"/>
        </w:rPr>
        <w:tab/>
      </w:r>
      <w:r w:rsidRPr="006069F6">
        <w:rPr>
          <w:rFonts w:ascii="Corbel" w:hAnsi="Corbel"/>
          <w:smallCaps w:val="0"/>
          <w:szCs w:val="24"/>
        </w:rPr>
        <w:t xml:space="preserve">Sposób realizacji zajęć  </w:t>
      </w:r>
    </w:p>
    <w:p w14:paraId="00FE9206" w14:textId="77777777" w:rsidR="00041F98" w:rsidRPr="006069F6" w:rsidRDefault="00041F98" w:rsidP="00041F98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069F6">
        <w:rPr>
          <w:rFonts w:ascii="Corbel" w:eastAsia="MS Gothic" w:hAnsi="Corbel"/>
          <w:b w:val="0"/>
          <w:szCs w:val="24"/>
        </w:rPr>
        <w:sym w:font="Wingdings" w:char="F078"/>
      </w:r>
      <w:r w:rsidRPr="006069F6">
        <w:rPr>
          <w:rFonts w:ascii="Corbel" w:eastAsia="MS Gothic" w:hAnsi="Corbel"/>
          <w:b w:val="0"/>
          <w:szCs w:val="24"/>
        </w:rPr>
        <w:t xml:space="preserve"> </w:t>
      </w:r>
      <w:r w:rsidRPr="006069F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134B03E" w14:textId="77777777" w:rsidR="0085747A" w:rsidRPr="006069F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1D5A1FFB" w14:textId="77777777" w:rsidR="0085747A" w:rsidRPr="006069F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899CE1" w14:textId="77777777" w:rsidR="00E22FBC" w:rsidRPr="006069F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1.3 </w:t>
      </w:r>
      <w:r w:rsidR="00F83B28" w:rsidRPr="006069F6">
        <w:rPr>
          <w:rFonts w:ascii="Corbel" w:hAnsi="Corbel"/>
          <w:smallCaps w:val="0"/>
          <w:szCs w:val="24"/>
        </w:rPr>
        <w:tab/>
      </w:r>
      <w:r w:rsidRPr="006069F6">
        <w:rPr>
          <w:rFonts w:ascii="Corbel" w:hAnsi="Corbel"/>
          <w:smallCaps w:val="0"/>
          <w:szCs w:val="24"/>
        </w:rPr>
        <w:t>For</w:t>
      </w:r>
      <w:r w:rsidR="00445970" w:rsidRPr="006069F6">
        <w:rPr>
          <w:rFonts w:ascii="Corbel" w:hAnsi="Corbel"/>
          <w:smallCaps w:val="0"/>
          <w:szCs w:val="24"/>
        </w:rPr>
        <w:t xml:space="preserve">ma zaliczenia przedmiotu </w:t>
      </w:r>
      <w:r w:rsidRPr="006069F6">
        <w:rPr>
          <w:rFonts w:ascii="Corbel" w:hAnsi="Corbel"/>
          <w:smallCaps w:val="0"/>
          <w:szCs w:val="24"/>
        </w:rPr>
        <w:t xml:space="preserve"> (z toku) </w:t>
      </w:r>
    </w:p>
    <w:p w14:paraId="2B541C29" w14:textId="77777777" w:rsidR="00E960BB" w:rsidRPr="006069F6" w:rsidRDefault="00041F98" w:rsidP="00041F98">
      <w:pPr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ab/>
        <w:t>zaliczenie z oceną</w:t>
      </w:r>
    </w:p>
    <w:p w14:paraId="54C9221E" w14:textId="77777777" w:rsidR="00E960BB" w:rsidRPr="006069F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069F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069F6" w14:paraId="70F6550E" w14:textId="77777777" w:rsidTr="00745302">
        <w:tc>
          <w:tcPr>
            <w:tcW w:w="9670" w:type="dxa"/>
          </w:tcPr>
          <w:p w14:paraId="432EAED7" w14:textId="77777777" w:rsidR="0085747A" w:rsidRPr="006069F6" w:rsidRDefault="00EA6F1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pedagogiki ogólnej oraz psychologii ogólnej</w:t>
            </w:r>
          </w:p>
        </w:tc>
      </w:tr>
    </w:tbl>
    <w:p w14:paraId="3529E9F4" w14:textId="77777777" w:rsidR="00153C41" w:rsidRPr="006069F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0116D3" w14:textId="77777777" w:rsidR="0085747A" w:rsidRPr="006069F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069F6">
        <w:rPr>
          <w:rFonts w:ascii="Corbel" w:hAnsi="Corbel"/>
          <w:szCs w:val="24"/>
        </w:rPr>
        <w:t>3.</w:t>
      </w:r>
      <w:r w:rsidR="00A84C85" w:rsidRPr="006069F6">
        <w:rPr>
          <w:rFonts w:ascii="Corbel" w:hAnsi="Corbel"/>
          <w:szCs w:val="24"/>
        </w:rPr>
        <w:t>cele, efekty uczenia się</w:t>
      </w:r>
      <w:r w:rsidR="0085747A" w:rsidRPr="006069F6">
        <w:rPr>
          <w:rFonts w:ascii="Corbel" w:hAnsi="Corbel"/>
          <w:szCs w:val="24"/>
        </w:rPr>
        <w:t xml:space="preserve"> , treści Programowe i stosowane metody Dydaktyczne</w:t>
      </w:r>
    </w:p>
    <w:p w14:paraId="58D566AE" w14:textId="77777777" w:rsidR="0085747A" w:rsidRPr="006069F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D10CBD" w14:textId="77777777" w:rsidR="00F83B28" w:rsidRPr="006069F6" w:rsidRDefault="0071620A" w:rsidP="00041F98">
      <w:pPr>
        <w:pStyle w:val="Podpunkty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 xml:space="preserve">3.1 </w:t>
      </w:r>
      <w:r w:rsidR="00C05F44" w:rsidRPr="006069F6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069F6" w14:paraId="71753AB4" w14:textId="77777777" w:rsidTr="00923D7D">
        <w:tc>
          <w:tcPr>
            <w:tcW w:w="851" w:type="dxa"/>
            <w:vAlign w:val="center"/>
          </w:tcPr>
          <w:p w14:paraId="27E254E0" w14:textId="77777777" w:rsidR="0085747A" w:rsidRPr="006069F6" w:rsidRDefault="0085747A" w:rsidP="00041F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30DEE147" w14:textId="77777777" w:rsidR="0085747A" w:rsidRPr="006069F6" w:rsidRDefault="00B7642D" w:rsidP="00EF117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Dostarczenie podstawowej wiedzy na temat</w:t>
            </w:r>
            <w:r w:rsidR="00EF1170" w:rsidRPr="006069F6">
              <w:rPr>
                <w:rFonts w:ascii="Corbel" w:hAnsi="Corbel"/>
                <w:b w:val="0"/>
                <w:sz w:val="24"/>
                <w:szCs w:val="24"/>
              </w:rPr>
              <w:t xml:space="preserve">  procesu   inkluzji czyli włączania oraz podstaw i konsekwencji procesu wykluczania,</w:t>
            </w:r>
            <w:r w:rsidR="00C975A5" w:rsidRPr="006069F6">
              <w:rPr>
                <w:rFonts w:ascii="Corbel" w:hAnsi="Corbel"/>
                <w:b w:val="0"/>
                <w:sz w:val="24"/>
                <w:szCs w:val="24"/>
              </w:rPr>
              <w:t xml:space="preserve">  grup de faworyzowanych, zagrożenia wykluczeniem, </w:t>
            </w:r>
            <w:r w:rsidR="00EF1170" w:rsidRPr="006069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12D32" w:rsidRPr="006069F6">
              <w:rPr>
                <w:rFonts w:ascii="Corbel" w:hAnsi="Corbel"/>
                <w:b w:val="0"/>
                <w:sz w:val="24"/>
                <w:szCs w:val="24"/>
              </w:rPr>
              <w:t xml:space="preserve">teoretycznych podstaw edukacji włączającej i integracyjnej, jej genezy  w Polsce i na świecie, aparatury pojęciowej jak: pojęcie edukacji włączającej, integracyjnej, ogólnodostępnej, </w:t>
            </w:r>
            <w:r w:rsidR="004C5E06" w:rsidRPr="006069F6">
              <w:rPr>
                <w:rFonts w:ascii="Corbel" w:hAnsi="Corbel"/>
                <w:b w:val="0"/>
                <w:sz w:val="24"/>
                <w:szCs w:val="24"/>
              </w:rPr>
              <w:t>specjalnych p</w:t>
            </w:r>
            <w:r w:rsidR="00C975A5" w:rsidRPr="006069F6">
              <w:rPr>
                <w:rFonts w:ascii="Corbel" w:hAnsi="Corbel"/>
                <w:b w:val="0"/>
                <w:sz w:val="24"/>
                <w:szCs w:val="24"/>
              </w:rPr>
              <w:t>otrzeb edukacyjnych.</w:t>
            </w:r>
            <w:r w:rsidR="004C5E06" w:rsidRPr="006069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069F6" w14:paraId="121B20D7" w14:textId="77777777" w:rsidTr="00923D7D">
        <w:tc>
          <w:tcPr>
            <w:tcW w:w="851" w:type="dxa"/>
            <w:vAlign w:val="center"/>
          </w:tcPr>
          <w:p w14:paraId="395A0A65" w14:textId="77777777" w:rsidR="0085747A" w:rsidRPr="006069F6" w:rsidRDefault="004C5E06" w:rsidP="00041F9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4D9A09" w14:textId="77777777" w:rsidR="0085747A" w:rsidRPr="006069F6" w:rsidRDefault="00A740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Dostarczenie wiedzy na temat postaw społecznych, stereotypów, piętna, oraz strategii przeciwdziałania postawom dyskryminacyjnym. </w:t>
            </w:r>
          </w:p>
        </w:tc>
      </w:tr>
      <w:tr w:rsidR="0085747A" w:rsidRPr="006069F6" w14:paraId="0FC8F998" w14:textId="77777777" w:rsidTr="00923D7D">
        <w:tc>
          <w:tcPr>
            <w:tcW w:w="851" w:type="dxa"/>
            <w:vAlign w:val="center"/>
          </w:tcPr>
          <w:p w14:paraId="35C79C37" w14:textId="77777777" w:rsidR="0085747A" w:rsidRPr="006069F6" w:rsidRDefault="0085747A" w:rsidP="00041F9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740CF" w:rsidRPr="006069F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C0C817" w14:textId="77777777" w:rsidR="00A758DA" w:rsidRPr="006069F6" w:rsidRDefault="007A14DB" w:rsidP="00A127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Przygotowanie do   prowadzenia </w:t>
            </w:r>
            <w:r w:rsidR="00A127EA" w:rsidRPr="006069F6">
              <w:rPr>
                <w:rFonts w:ascii="Corbel" w:hAnsi="Corbel"/>
                <w:b w:val="0"/>
                <w:sz w:val="24"/>
                <w:szCs w:val="24"/>
              </w:rPr>
              <w:t xml:space="preserve">analizy 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27EA" w:rsidRPr="006069F6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dentyfikowania obszarów wykluczenia społecznego, wyjaśniania procesu wykluczenia społecznego z wykorzystaniem wiedzy teoretycznej z pedagogiki specjalnej w powiązaniu z dziedzinami nauk społecznych i humanistycznych   i w konsekwencji do zaprojektowania badań </w:t>
            </w:r>
            <w:r w:rsidR="00033FE8" w:rsidRPr="006069F6">
              <w:rPr>
                <w:rFonts w:ascii="Corbel" w:hAnsi="Corbel"/>
                <w:b w:val="0"/>
                <w:sz w:val="24"/>
                <w:szCs w:val="24"/>
              </w:rPr>
              <w:t xml:space="preserve">dotyczących </w:t>
            </w:r>
            <w:r w:rsidR="00F90161" w:rsidRPr="006069F6">
              <w:rPr>
                <w:rFonts w:ascii="Corbel" w:hAnsi="Corbel"/>
                <w:b w:val="0"/>
                <w:sz w:val="24"/>
                <w:szCs w:val="24"/>
              </w:rPr>
              <w:t>efektywności</w:t>
            </w:r>
            <w:r w:rsidRPr="006069F6">
              <w:rPr>
                <w:rFonts w:ascii="Corbel" w:hAnsi="Corbel"/>
                <w:b w:val="0"/>
                <w:sz w:val="24"/>
                <w:szCs w:val="24"/>
              </w:rPr>
              <w:t xml:space="preserve"> edukacji włączającej. </w:t>
            </w:r>
          </w:p>
        </w:tc>
      </w:tr>
    </w:tbl>
    <w:p w14:paraId="2C1BEA87" w14:textId="77777777" w:rsidR="0085747A" w:rsidRPr="00606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00FA42" w14:textId="77777777" w:rsidR="001D7B54" w:rsidRPr="006069F6" w:rsidRDefault="009F4610" w:rsidP="00041F9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b/>
          <w:sz w:val="24"/>
          <w:szCs w:val="24"/>
        </w:rPr>
        <w:t xml:space="preserve">3.2 </w:t>
      </w:r>
      <w:r w:rsidR="001D7B54" w:rsidRPr="006069F6">
        <w:rPr>
          <w:rFonts w:ascii="Corbel" w:hAnsi="Corbel"/>
          <w:b/>
          <w:sz w:val="24"/>
          <w:szCs w:val="24"/>
        </w:rPr>
        <w:t xml:space="preserve">Efekty </w:t>
      </w:r>
      <w:r w:rsidR="00C05F44" w:rsidRPr="006069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069F6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069F6" w14:paraId="50AB8C40" w14:textId="77777777" w:rsidTr="0071620A">
        <w:tc>
          <w:tcPr>
            <w:tcW w:w="1701" w:type="dxa"/>
            <w:vAlign w:val="center"/>
          </w:tcPr>
          <w:p w14:paraId="2E8D9F2D" w14:textId="77777777" w:rsidR="0085747A" w:rsidRPr="006069F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069F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069F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205C17" w14:textId="77777777" w:rsidR="0085747A" w:rsidRPr="006069F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679908F" w14:textId="77777777" w:rsidR="0085747A" w:rsidRPr="006069F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069F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41F98" w:rsidRPr="006069F6" w14:paraId="57FBF1C9" w14:textId="77777777" w:rsidTr="0071620A">
        <w:tc>
          <w:tcPr>
            <w:tcW w:w="1701" w:type="dxa"/>
            <w:vAlign w:val="center"/>
          </w:tcPr>
          <w:p w14:paraId="603045F8" w14:textId="77777777" w:rsidR="00041F98" w:rsidRPr="006069F6" w:rsidRDefault="00041F9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6F92950" w14:textId="77777777" w:rsidR="00041F98" w:rsidRPr="006069F6" w:rsidRDefault="00041F9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FB2C353" w14:textId="77777777" w:rsidR="00041F98" w:rsidRPr="006069F6" w:rsidRDefault="00041F9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069F6" w14:paraId="05624D79" w14:textId="77777777" w:rsidTr="004C6F95">
        <w:tc>
          <w:tcPr>
            <w:tcW w:w="1701" w:type="dxa"/>
            <w:vAlign w:val="center"/>
          </w:tcPr>
          <w:p w14:paraId="7777936B" w14:textId="77777777" w:rsidR="0085747A" w:rsidRPr="006069F6" w:rsidRDefault="0085747A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15F6330" w14:textId="77777777" w:rsidR="00C2266D" w:rsidRPr="006069F6" w:rsidRDefault="004C6F95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C2266D" w:rsidRPr="006069F6">
              <w:rPr>
                <w:rFonts w:ascii="Corbel" w:hAnsi="Corbel"/>
                <w:b w:val="0"/>
                <w:smallCaps w:val="0"/>
                <w:szCs w:val="24"/>
              </w:rPr>
              <w:t>charakteryzuje</w:t>
            </w:r>
            <w:r w:rsidR="00FB6BB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 teoretyczne</w:t>
            </w:r>
            <w:r w:rsidR="00C2266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17A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C5202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procesu  inkluzji, </w:t>
            </w:r>
            <w:r w:rsidR="00DF483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podstaw i konsekwencji procesu ekskluzji, wykluczania, </w:t>
            </w:r>
            <w:r w:rsidR="0050017A" w:rsidRPr="006069F6">
              <w:rPr>
                <w:rFonts w:ascii="Corbel" w:hAnsi="Corbel"/>
                <w:b w:val="0"/>
                <w:smallCaps w:val="0"/>
                <w:szCs w:val="24"/>
              </w:rPr>
              <w:t>edukacji inkluzyjnej i integracyjnej</w:t>
            </w:r>
            <w:r w:rsidR="00B767D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z wykorzystaniem podstaw aksjologii i filozofii </w:t>
            </w:r>
            <w:r w:rsidR="00764449" w:rsidRPr="006069F6">
              <w:rPr>
                <w:rFonts w:ascii="Corbel" w:hAnsi="Corbel"/>
                <w:b w:val="0"/>
                <w:smallCaps w:val="0"/>
                <w:szCs w:val="24"/>
              </w:rPr>
              <w:t>wychowania</w:t>
            </w:r>
            <w:r w:rsidR="0076776C" w:rsidRPr="006069F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60835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B6BBD" w:rsidRPr="006069F6">
              <w:rPr>
                <w:rFonts w:ascii="Corbel" w:hAnsi="Corbel"/>
                <w:b w:val="0"/>
                <w:smallCaps w:val="0"/>
                <w:szCs w:val="24"/>
              </w:rPr>
              <w:t>genezę  edukacji włączającej w Polsce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 i na świecie,</w:t>
            </w:r>
            <w:r w:rsidR="0076776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podstawy i konsekwencje procesu wykluczania, problem grup de faworyzow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anych, zagrożenia wykluczeniem, </w:t>
            </w:r>
            <w:r w:rsidR="00E56F73" w:rsidRPr="006069F6">
              <w:rPr>
                <w:rFonts w:ascii="Corbel" w:hAnsi="Corbel"/>
                <w:b w:val="0"/>
                <w:smallCaps w:val="0"/>
                <w:szCs w:val="24"/>
              </w:rPr>
              <w:t>oraz omówi pojęcia:</w:t>
            </w:r>
            <w:r w:rsidR="0076776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56F7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edukacji włączającej, integracyjnej, ogólnodostępnej, specjalne </w:t>
            </w:r>
            <w:r w:rsidR="0076776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potrzeby edukacyjne, </w:t>
            </w:r>
            <w:r w:rsidR="00E56F7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4449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36CF0E6" w14:textId="77777777" w:rsidR="0085747A" w:rsidRPr="006069F6" w:rsidRDefault="003E5A40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041F98" w:rsidRPr="006069F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>W1</w:t>
            </w:r>
            <w:r w:rsidR="00041F98" w:rsidRPr="006069F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63D17" w:rsidRPr="006069F6" w14:paraId="0D889272" w14:textId="77777777" w:rsidTr="004C6F95">
        <w:tc>
          <w:tcPr>
            <w:tcW w:w="1701" w:type="dxa"/>
            <w:vAlign w:val="center"/>
          </w:tcPr>
          <w:p w14:paraId="2742CAFD" w14:textId="77777777" w:rsidR="0085747A" w:rsidRPr="006069F6" w:rsidRDefault="0085747A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720FF2" w14:textId="77777777" w:rsidR="00A16315" w:rsidRPr="006069F6" w:rsidRDefault="004C6F95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Omówi źródła i miejsce </w:t>
            </w:r>
            <w:r w:rsidR="00941071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procesu inkluzji i włączenia na tle pedagogiki specjalnej w powiązaniu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z dziedzinami nauk społecznych, </w:t>
            </w:r>
            <w:r w:rsidR="00941071" w:rsidRPr="006069F6">
              <w:rPr>
                <w:rFonts w:ascii="Corbel" w:hAnsi="Corbel"/>
                <w:b w:val="0"/>
                <w:smallCaps w:val="0"/>
                <w:szCs w:val="24"/>
              </w:rPr>
              <w:t>humanistyczn</w:t>
            </w:r>
            <w:r w:rsidR="00C41413" w:rsidRPr="006069F6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ch, medycznych, nauk o zdrowiu </w:t>
            </w:r>
            <w:r w:rsidR="00C4141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oraz rozwój edukacji włączającej w międzynarodowym ujęciu porównawczym. </w:t>
            </w:r>
          </w:p>
        </w:tc>
        <w:tc>
          <w:tcPr>
            <w:tcW w:w="1873" w:type="dxa"/>
            <w:vAlign w:val="center"/>
          </w:tcPr>
          <w:p w14:paraId="5ADA8E0E" w14:textId="77777777" w:rsidR="0085747A" w:rsidRPr="006069F6" w:rsidRDefault="00041F98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4B77EA" w:rsidRPr="006069F6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41F98" w:rsidRPr="006069F6" w14:paraId="31CE4B0D" w14:textId="77777777" w:rsidTr="004C6F95">
        <w:tc>
          <w:tcPr>
            <w:tcW w:w="1701" w:type="dxa"/>
            <w:vAlign w:val="center"/>
          </w:tcPr>
          <w:p w14:paraId="4B66CD58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E09012" w14:textId="77777777" w:rsidR="00041F98" w:rsidRPr="006069F6" w:rsidRDefault="004C6F95" w:rsidP="004C6F9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Omówi społeczny, psychologiczny i prawny wymiar edukacji włączającej oraz zakres pedagogiki specjalnej i odniesienie do procesów inkluzji i włączania, integracji.</w:t>
            </w:r>
          </w:p>
        </w:tc>
        <w:tc>
          <w:tcPr>
            <w:tcW w:w="1873" w:type="dxa"/>
            <w:vAlign w:val="center"/>
          </w:tcPr>
          <w:p w14:paraId="5F03D9FB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041F98" w:rsidRPr="006069F6" w14:paraId="07EBD9E1" w14:textId="77777777" w:rsidTr="004C6F95">
        <w:tc>
          <w:tcPr>
            <w:tcW w:w="1701" w:type="dxa"/>
            <w:vAlign w:val="center"/>
          </w:tcPr>
          <w:p w14:paraId="5221F588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BD54B01" w14:textId="77777777" w:rsidR="00041F98" w:rsidRPr="006069F6" w:rsidRDefault="000064EF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C6F95" w:rsidRPr="006069F6">
              <w:rPr>
                <w:rFonts w:ascii="Corbel" w:hAnsi="Corbel"/>
                <w:b w:val="0"/>
                <w:smallCaps w:val="0"/>
                <w:szCs w:val="24"/>
              </w:rPr>
              <w:t>charakteryzuje koncepcje  inkluzji i integracji, koncepcję wspólnych i swoistych potrzeb dzieci i uczniów i jej konsekwencje dla procesu edukacji.</w:t>
            </w:r>
          </w:p>
        </w:tc>
        <w:tc>
          <w:tcPr>
            <w:tcW w:w="1873" w:type="dxa"/>
            <w:vAlign w:val="center"/>
          </w:tcPr>
          <w:p w14:paraId="40AB5515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041F98" w:rsidRPr="006069F6" w14:paraId="42EFB011" w14:textId="77777777" w:rsidTr="004C6F95">
        <w:tc>
          <w:tcPr>
            <w:tcW w:w="1701" w:type="dxa"/>
            <w:vAlign w:val="center"/>
          </w:tcPr>
          <w:p w14:paraId="7E1238A5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C13FCB7" w14:textId="77777777" w:rsidR="00041F98" w:rsidRPr="006069F6" w:rsidRDefault="004C6F95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Projektuje badania efektywności modelu edukacji włączającej, działania proaktywne z zakresu edukacji inkluzyjnej i integracyjnej  i powiązanych dyscyplin naukowych  celem analizy problemów edukacyjnych.</w:t>
            </w:r>
          </w:p>
        </w:tc>
        <w:tc>
          <w:tcPr>
            <w:tcW w:w="1873" w:type="dxa"/>
            <w:vAlign w:val="center"/>
          </w:tcPr>
          <w:p w14:paraId="45D2CC2D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41F98" w:rsidRPr="006069F6" w14:paraId="68F782F7" w14:textId="77777777" w:rsidTr="004C6F95">
        <w:tc>
          <w:tcPr>
            <w:tcW w:w="1701" w:type="dxa"/>
            <w:vAlign w:val="center"/>
          </w:tcPr>
          <w:p w14:paraId="00424E3A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BFB694" w14:textId="77777777" w:rsidR="00041F98" w:rsidRPr="006069F6" w:rsidRDefault="004C6F95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Analizuje proces edukacji   inkluzyjnej, integracyjnej, identyfikuje obszary wykluczenia społecznego, wskazuje przyczyny i symptomy   w powiązaniu z różnymi zakresami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pedagogiki specjalnej, edukacji włączającej  i dziedziną nauk społecznych.</w:t>
            </w:r>
          </w:p>
        </w:tc>
        <w:tc>
          <w:tcPr>
            <w:tcW w:w="1873" w:type="dxa"/>
            <w:vAlign w:val="center"/>
          </w:tcPr>
          <w:p w14:paraId="77CC0562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PS.U5., PS.U6.</w:t>
            </w:r>
          </w:p>
        </w:tc>
      </w:tr>
      <w:tr w:rsidR="00041F98" w:rsidRPr="006069F6" w14:paraId="2CB7A5FD" w14:textId="77777777" w:rsidTr="004C6F95">
        <w:tc>
          <w:tcPr>
            <w:tcW w:w="1701" w:type="dxa"/>
            <w:vAlign w:val="center"/>
          </w:tcPr>
          <w:p w14:paraId="7A6830E4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A28A201" w14:textId="77777777" w:rsidR="00041F98" w:rsidRPr="006069F6" w:rsidRDefault="004C6F95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Komunikuje się z wszystkimi podmiotami procesu wychowania i kształcenia w tym rodzicami, opiekunami uczniów celem włączania ich w działania efektywnej edukacji również dla poprawy jakości działania przedszkola, szkoły lub innej placówki systemu oświaty, poszerza wiedze w celu własnego rozwoju zawodowego. </w:t>
            </w:r>
          </w:p>
        </w:tc>
        <w:tc>
          <w:tcPr>
            <w:tcW w:w="1873" w:type="dxa"/>
            <w:vAlign w:val="center"/>
          </w:tcPr>
          <w:p w14:paraId="53DBA78D" w14:textId="77777777" w:rsidR="00041F98" w:rsidRPr="006069F6" w:rsidRDefault="004C6F95" w:rsidP="004C6F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PS.K2., PS.K5., PS.K6.</w:t>
            </w:r>
          </w:p>
        </w:tc>
      </w:tr>
    </w:tbl>
    <w:p w14:paraId="1C67A59E" w14:textId="77777777" w:rsidR="0085747A" w:rsidRPr="006069F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49558C" w14:textId="77777777" w:rsidR="0085747A" w:rsidRPr="006069F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069F6">
        <w:rPr>
          <w:rFonts w:ascii="Corbel" w:hAnsi="Corbel"/>
          <w:b/>
          <w:sz w:val="24"/>
          <w:szCs w:val="24"/>
        </w:rPr>
        <w:t>3.3</w:t>
      </w:r>
      <w:r w:rsidR="0085747A" w:rsidRPr="006069F6">
        <w:rPr>
          <w:rFonts w:ascii="Corbel" w:hAnsi="Corbel"/>
          <w:b/>
          <w:sz w:val="24"/>
          <w:szCs w:val="24"/>
        </w:rPr>
        <w:t>T</w:t>
      </w:r>
      <w:r w:rsidR="001D7B54" w:rsidRPr="006069F6">
        <w:rPr>
          <w:rFonts w:ascii="Corbel" w:hAnsi="Corbel"/>
          <w:b/>
          <w:sz w:val="24"/>
          <w:szCs w:val="24"/>
        </w:rPr>
        <w:t xml:space="preserve">reści programowe </w:t>
      </w:r>
    </w:p>
    <w:p w14:paraId="4B63A9B6" w14:textId="77777777" w:rsidR="0085747A" w:rsidRPr="006069F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 xml:space="preserve">Problematyka wykładu </w:t>
      </w:r>
    </w:p>
    <w:p w14:paraId="49727A64" w14:textId="77777777" w:rsidR="00675843" w:rsidRPr="006069F6" w:rsidRDefault="004C6F9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>nie dotyczy</w:t>
      </w:r>
    </w:p>
    <w:p w14:paraId="47CE2EE9" w14:textId="77777777" w:rsidR="0085747A" w:rsidRPr="006069F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EA7FA7" w14:textId="77777777" w:rsidR="0085747A" w:rsidRPr="006069F6" w:rsidRDefault="0085747A" w:rsidP="004C6F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069F6">
        <w:rPr>
          <w:rFonts w:ascii="Corbel" w:hAnsi="Corbel"/>
          <w:sz w:val="24"/>
          <w:szCs w:val="24"/>
        </w:rPr>
        <w:t>Pro</w:t>
      </w:r>
      <w:r w:rsidR="004C6F95" w:rsidRPr="006069F6">
        <w:rPr>
          <w:rFonts w:ascii="Corbel" w:hAnsi="Corbel"/>
          <w:sz w:val="24"/>
          <w:szCs w:val="24"/>
        </w:rPr>
        <w:t>blematyka ćwiczeń audytoryjnych</w:t>
      </w:r>
      <w:r w:rsidRPr="006069F6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069F6" w14:paraId="14DACEB1" w14:textId="77777777" w:rsidTr="00923D7D">
        <w:tc>
          <w:tcPr>
            <w:tcW w:w="9639" w:type="dxa"/>
          </w:tcPr>
          <w:p w14:paraId="7E300FCB" w14:textId="77777777" w:rsidR="0085747A" w:rsidRPr="006069F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Treści merytoryczne</w:t>
            </w:r>
            <w:r w:rsidR="004C6F95" w:rsidRPr="006069F6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4C6F95" w:rsidRPr="006069F6" w14:paraId="68E9FE22" w14:textId="77777777" w:rsidTr="00923D7D">
        <w:tc>
          <w:tcPr>
            <w:tcW w:w="9639" w:type="dxa"/>
          </w:tcPr>
          <w:p w14:paraId="29381E2A" w14:textId="77777777" w:rsidR="004C6F95" w:rsidRPr="006069F6" w:rsidRDefault="004C6F95" w:rsidP="004C6F9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Wprowadzenie w problematykę   procesu integracji i inkluzji, edukacji włączającej,  pojęcia: edukacji włączającej, integracyjnej, ogólnodostępnej, specjalne potrzeby edukacyjne, ekskluzja, wykluczenie społeczne.  </w:t>
            </w:r>
          </w:p>
        </w:tc>
      </w:tr>
      <w:tr w:rsidR="004C6F95" w:rsidRPr="006069F6" w14:paraId="3EDA296B" w14:textId="77777777" w:rsidTr="00923D7D">
        <w:tc>
          <w:tcPr>
            <w:tcW w:w="9639" w:type="dxa"/>
          </w:tcPr>
          <w:p w14:paraId="73C74620" w14:textId="77777777"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Teoretyczne podstawy edukacji włączającej. Geneza edukacji włączającej w Polsce, na świecie. </w:t>
            </w:r>
          </w:p>
        </w:tc>
      </w:tr>
      <w:tr w:rsidR="004C6F95" w:rsidRPr="006069F6" w14:paraId="3ECCE246" w14:textId="77777777" w:rsidTr="00923D7D">
        <w:tc>
          <w:tcPr>
            <w:tcW w:w="9639" w:type="dxa"/>
          </w:tcPr>
          <w:p w14:paraId="5273C802" w14:textId="77777777"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Rozwój edukacji włączającej w międzynarodowym ujęciu porównawczym. </w:t>
            </w:r>
          </w:p>
        </w:tc>
      </w:tr>
      <w:tr w:rsidR="004C6F95" w:rsidRPr="006069F6" w14:paraId="16A992F8" w14:textId="77777777" w:rsidTr="00923D7D">
        <w:tc>
          <w:tcPr>
            <w:tcW w:w="9639" w:type="dxa"/>
          </w:tcPr>
          <w:p w14:paraId="55116055" w14:textId="77777777"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Społeczny, psychologiczny i prawny wymiar edukacji włączającej.</w:t>
            </w:r>
          </w:p>
        </w:tc>
      </w:tr>
      <w:tr w:rsidR="004C6F95" w:rsidRPr="006069F6" w14:paraId="4E828C1F" w14:textId="77777777" w:rsidTr="00923D7D">
        <w:tc>
          <w:tcPr>
            <w:tcW w:w="9639" w:type="dxa"/>
          </w:tcPr>
          <w:p w14:paraId="0277F1C4" w14:textId="77777777"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Postawy społeczne – stereotypy, stygmaty, piętna, strategie przeciwdziałania postawom dyskryminacyjnym. </w:t>
            </w:r>
          </w:p>
        </w:tc>
      </w:tr>
      <w:tr w:rsidR="004C6F95" w:rsidRPr="006069F6" w14:paraId="054F8409" w14:textId="77777777" w:rsidTr="00923D7D">
        <w:tc>
          <w:tcPr>
            <w:tcW w:w="9639" w:type="dxa"/>
          </w:tcPr>
          <w:p w14:paraId="014669A5" w14:textId="77777777" w:rsidR="004C6F95" w:rsidRPr="006069F6" w:rsidRDefault="00643C3E" w:rsidP="00643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 xml:space="preserve">Podstawy i konsekwencje procesu wykluczania zagadnienia grup defaworyzowanych, zagrożenia wykluczeniem. </w:t>
            </w:r>
          </w:p>
        </w:tc>
      </w:tr>
      <w:tr w:rsidR="004C6F95" w:rsidRPr="006069F6" w14:paraId="606D2260" w14:textId="77777777" w:rsidTr="00923D7D">
        <w:tc>
          <w:tcPr>
            <w:tcW w:w="9639" w:type="dxa"/>
          </w:tcPr>
          <w:p w14:paraId="5688FD60" w14:textId="77777777" w:rsidR="004C6F95" w:rsidRPr="006069F6" w:rsidRDefault="00643C3E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Projektowanie badań efektywności modelu edukacji włączającej.</w:t>
            </w:r>
          </w:p>
        </w:tc>
      </w:tr>
    </w:tbl>
    <w:p w14:paraId="55CC96F0" w14:textId="77777777" w:rsidR="0085747A" w:rsidRPr="006069F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C75BC4" w14:textId="77777777" w:rsidR="0085747A" w:rsidRPr="006069F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>3.4 Metody dydaktyczne</w:t>
      </w:r>
    </w:p>
    <w:p w14:paraId="0F183B3C" w14:textId="77777777" w:rsidR="00153C41" w:rsidRPr="006069F6" w:rsidRDefault="00643C3E" w:rsidP="00643C3E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b w:val="0"/>
          <w:smallCaps w:val="0"/>
          <w:szCs w:val="24"/>
        </w:rPr>
        <w:t>a</w:t>
      </w:r>
      <w:r w:rsidR="009F4610" w:rsidRPr="006069F6">
        <w:rPr>
          <w:rFonts w:ascii="Corbel" w:hAnsi="Corbel"/>
          <w:b w:val="0"/>
          <w:smallCaps w:val="0"/>
          <w:szCs w:val="24"/>
        </w:rPr>
        <w:t xml:space="preserve">naliza </w:t>
      </w:r>
      <w:r w:rsidR="00923D7D" w:rsidRPr="006069F6">
        <w:rPr>
          <w:rFonts w:ascii="Corbel" w:hAnsi="Corbel"/>
          <w:b w:val="0"/>
          <w:smallCaps w:val="0"/>
          <w:szCs w:val="24"/>
        </w:rPr>
        <w:t>tekstów z dyskusją,</w:t>
      </w:r>
      <w:r w:rsidR="00520E1C" w:rsidRPr="006069F6">
        <w:rPr>
          <w:rFonts w:ascii="Corbel" w:hAnsi="Corbel"/>
          <w:b w:val="0"/>
          <w:smallCaps w:val="0"/>
          <w:szCs w:val="24"/>
        </w:rPr>
        <w:t xml:space="preserve"> metoda projektów</w:t>
      </w:r>
      <w:r w:rsidR="0071620A" w:rsidRPr="006069F6">
        <w:rPr>
          <w:rFonts w:ascii="Corbel" w:hAnsi="Corbel"/>
          <w:b w:val="0"/>
          <w:smallCaps w:val="0"/>
          <w:szCs w:val="24"/>
        </w:rPr>
        <w:t>,</w:t>
      </w:r>
      <w:r w:rsidR="001718A7" w:rsidRPr="006069F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6069F6">
        <w:rPr>
          <w:rFonts w:ascii="Corbel" w:hAnsi="Corbel"/>
          <w:b w:val="0"/>
          <w:smallCaps w:val="0"/>
          <w:szCs w:val="24"/>
        </w:rPr>
        <w:t>grupach</w:t>
      </w:r>
    </w:p>
    <w:p w14:paraId="2FA515C9" w14:textId="77777777" w:rsidR="00E960BB" w:rsidRPr="006069F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418134" w14:textId="77777777" w:rsidR="0085747A" w:rsidRPr="006069F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4. </w:t>
      </w:r>
      <w:r w:rsidR="0085747A" w:rsidRPr="006069F6">
        <w:rPr>
          <w:rFonts w:ascii="Corbel" w:hAnsi="Corbel"/>
          <w:smallCaps w:val="0"/>
          <w:szCs w:val="24"/>
        </w:rPr>
        <w:t>METODY I KRYTERIA OCENY</w:t>
      </w:r>
    </w:p>
    <w:p w14:paraId="4B06A924" w14:textId="77777777" w:rsidR="00923D7D" w:rsidRPr="006069F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3B0A7" w14:textId="77777777" w:rsidR="0085747A" w:rsidRPr="006069F6" w:rsidRDefault="0085747A" w:rsidP="00643C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069F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069F6" w14:paraId="600DB7A8" w14:textId="77777777" w:rsidTr="00C05F44">
        <w:tc>
          <w:tcPr>
            <w:tcW w:w="1985" w:type="dxa"/>
            <w:vAlign w:val="center"/>
          </w:tcPr>
          <w:p w14:paraId="11ECEA10" w14:textId="77777777" w:rsidR="0085747A" w:rsidRPr="006069F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DC10CC" w14:textId="77777777" w:rsidR="0085747A" w:rsidRPr="006069F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7D49A9" w14:textId="77777777" w:rsidR="0085747A" w:rsidRPr="006069F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FB349" w14:textId="77777777" w:rsidR="0085747A" w:rsidRPr="006069F6" w:rsidRDefault="0085747A" w:rsidP="00643C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3C3E" w:rsidRPr="006069F6" w14:paraId="32D7AF3E" w14:textId="77777777" w:rsidTr="00C05F44">
        <w:tc>
          <w:tcPr>
            <w:tcW w:w="1985" w:type="dxa"/>
            <w:vAlign w:val="center"/>
          </w:tcPr>
          <w:p w14:paraId="094B9475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14:paraId="338AF99D" w14:textId="77777777"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69F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7596BCD8" w14:textId="77777777" w:rsidR="00643C3E" w:rsidRPr="006069F6" w:rsidRDefault="00643C3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14:paraId="47E52AB4" w14:textId="77777777" w:rsidTr="00C05F44">
        <w:tc>
          <w:tcPr>
            <w:tcW w:w="1985" w:type="dxa"/>
            <w:vAlign w:val="center"/>
          </w:tcPr>
          <w:p w14:paraId="176AB245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7345C540" w14:textId="77777777"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6AD0D54" w14:textId="77777777" w:rsidR="00643C3E" w:rsidRPr="006069F6" w:rsidRDefault="00643C3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14:paraId="5E3DD3A2" w14:textId="77777777" w:rsidTr="00C05F44">
        <w:tc>
          <w:tcPr>
            <w:tcW w:w="1985" w:type="dxa"/>
            <w:vAlign w:val="center"/>
          </w:tcPr>
          <w:p w14:paraId="3DA41767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B22A65B" w14:textId="77777777"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B54C607" w14:textId="77777777" w:rsidR="00643C3E" w:rsidRPr="006069F6" w:rsidRDefault="00643C3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14:paraId="1C39B705" w14:textId="77777777" w:rsidTr="00C05F44">
        <w:tc>
          <w:tcPr>
            <w:tcW w:w="1985" w:type="dxa"/>
            <w:vAlign w:val="center"/>
          </w:tcPr>
          <w:p w14:paraId="04ECC692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14:paraId="0A8A84EB" w14:textId="77777777"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7F19CF7C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14:paraId="21DD5C49" w14:textId="77777777" w:rsidTr="00C05F44">
        <w:tc>
          <w:tcPr>
            <w:tcW w:w="1985" w:type="dxa"/>
            <w:vAlign w:val="center"/>
          </w:tcPr>
          <w:p w14:paraId="6D2EEEBD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14:paraId="3C89C424" w14:textId="77777777"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0C36801C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14:paraId="3530EC19" w14:textId="77777777" w:rsidTr="00C05F44">
        <w:tc>
          <w:tcPr>
            <w:tcW w:w="1985" w:type="dxa"/>
            <w:vAlign w:val="center"/>
          </w:tcPr>
          <w:p w14:paraId="442A1324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14:paraId="1D2D35E1" w14:textId="77777777"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6A78BE7F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43C3E" w:rsidRPr="006069F6" w14:paraId="13658D19" w14:textId="77777777" w:rsidTr="00C05F44">
        <w:tc>
          <w:tcPr>
            <w:tcW w:w="1985" w:type="dxa"/>
            <w:vAlign w:val="center"/>
          </w:tcPr>
          <w:p w14:paraId="30DE4C61" w14:textId="77777777" w:rsidR="00643C3E" w:rsidRPr="006069F6" w:rsidRDefault="00643C3E" w:rsidP="007F1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  <w:vAlign w:val="center"/>
          </w:tcPr>
          <w:p w14:paraId="5B250226" w14:textId="77777777" w:rsidR="00643C3E" w:rsidRPr="006069F6" w:rsidRDefault="00643C3E" w:rsidP="00643C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35D04EA3" w14:textId="77777777" w:rsidR="00643C3E" w:rsidRPr="006069F6" w:rsidRDefault="00643C3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9E2AF4E" w14:textId="77777777" w:rsidR="00923D7D" w:rsidRPr="006069F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6C1828" w14:textId="77777777" w:rsidR="00923D7D" w:rsidRPr="006069F6" w:rsidRDefault="003E1941" w:rsidP="00643C3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4.2 </w:t>
      </w:r>
      <w:r w:rsidR="0085747A" w:rsidRPr="006069F6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069F6" w14:paraId="4D66F788" w14:textId="77777777" w:rsidTr="00923D7D">
        <w:tc>
          <w:tcPr>
            <w:tcW w:w="9670" w:type="dxa"/>
          </w:tcPr>
          <w:p w14:paraId="26405475" w14:textId="77777777" w:rsidR="002C05CB" w:rsidRDefault="0098748D" w:rsidP="0098748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98748D">
              <w:rPr>
                <w:rFonts w:ascii="Corbel" w:hAnsi="Corbel"/>
                <w:b w:val="0"/>
                <w:bCs/>
                <w:szCs w:val="24"/>
              </w:rPr>
              <w:lastRenderedPageBreak/>
              <w:t>ocena końcowa z ćwiczeń ustalana jest na podstawie kolokwium zaliczeniowego oraz wykonanej pracy projektowej.</w:t>
            </w:r>
          </w:p>
          <w:p w14:paraId="0DB6E706" w14:textId="77777777" w:rsidR="002C05CB" w:rsidRDefault="0098748D" w:rsidP="0098748D">
            <w:pPr>
              <w:pStyle w:val="Punktygwne"/>
              <w:spacing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98748D">
              <w:rPr>
                <w:rFonts w:ascii="Corbel" w:hAnsi="Corbel"/>
                <w:b w:val="0"/>
                <w:bCs/>
                <w:szCs w:val="24"/>
              </w:rPr>
              <w:t xml:space="preserve">kryteria: </w:t>
            </w:r>
          </w:p>
          <w:p w14:paraId="4EC86CE6" w14:textId="2705345F" w:rsidR="0098748D" w:rsidRPr="0098748D" w:rsidRDefault="0098748D" w:rsidP="0098748D">
            <w:pPr>
              <w:pStyle w:val="Punktygwne"/>
              <w:spacing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</w:rPr>
              <w:t xml:space="preserve">- </w:t>
            </w:r>
            <w:r w:rsidRPr="0098748D">
              <w:rPr>
                <w:rFonts w:ascii="Corbel" w:hAnsi="Corbel"/>
                <w:szCs w:val="24"/>
              </w:rPr>
              <w:t xml:space="preserve"> </w:t>
            </w:r>
            <w:r w:rsidRPr="0098748D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</w:t>
            </w:r>
            <w:r w:rsidRPr="0098748D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748D">
              <w:rPr>
                <w:rFonts w:ascii="Corbel" w:hAnsi="Corbel"/>
                <w:b w:val="0"/>
                <w:smallCaps w:val="0"/>
                <w:szCs w:val="24"/>
              </w:rPr>
              <w:t xml:space="preserve"> z kolokwium:</w:t>
            </w:r>
            <w:r w:rsidRPr="0098748D">
              <w:rPr>
                <w:rFonts w:ascii="Corbel" w:hAnsi="Corbel"/>
                <w:b w:val="0"/>
              </w:rPr>
              <w:t xml:space="preserve"> ocenianie wg skali: 0 – 50% pkt. – ndst; 51 – 60% pkt. - dst; 61 – 70% pkt. - plus dst; 71 – 80% pkt. - db; 81 – 90% plus db; 91 – 100% pkt. - bdb </w:t>
            </w:r>
          </w:p>
          <w:p w14:paraId="3C240C98" w14:textId="618B1F37" w:rsidR="0098748D" w:rsidRDefault="0098748D" w:rsidP="009874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jej prezentacja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 zaliczenie projektu wymaga spełnienia następujących kryteriów:</w:t>
            </w:r>
          </w:p>
          <w:p w14:paraId="4E03E647" w14:textId="1E942B10" w:rsidR="0098748D" w:rsidRPr="0098748D" w:rsidRDefault="0098748D" w:rsidP="0098748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8748D">
              <w:rPr>
                <w:rFonts w:ascii="Corbel" w:hAnsi="Corbel"/>
                <w:sz w:val="24"/>
                <w:szCs w:val="24"/>
              </w:rPr>
              <w:t>formalne (m.in. struktura pracy, poprawność językowa, opracowanie graficzne, edycja tekstu);</w:t>
            </w:r>
          </w:p>
          <w:p w14:paraId="06A62171" w14:textId="7FA54914" w:rsidR="0098748D" w:rsidRPr="0098748D" w:rsidRDefault="0098748D" w:rsidP="0098748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8748D">
              <w:rPr>
                <w:rFonts w:ascii="Corbel" w:hAnsi="Corbel"/>
                <w:sz w:val="24"/>
                <w:szCs w:val="24"/>
              </w:rPr>
              <w:t>- zgodność z tematem i założonymi celami;</w:t>
            </w:r>
          </w:p>
          <w:p w14:paraId="2E5D91E4" w14:textId="74C4ECDF" w:rsidR="0098748D" w:rsidRPr="0098748D" w:rsidRDefault="0098748D" w:rsidP="0098748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8748D">
              <w:rPr>
                <w:rFonts w:ascii="Corbel" w:hAnsi="Corbel"/>
                <w:sz w:val="24"/>
                <w:szCs w:val="24"/>
              </w:rPr>
              <w:t>- poprawność merytoryczna;</w:t>
            </w:r>
          </w:p>
          <w:p w14:paraId="75E781AE" w14:textId="3CC981BC" w:rsidR="0098748D" w:rsidRPr="006069F6" w:rsidRDefault="0098748D" w:rsidP="002C05C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8748D">
              <w:rPr>
                <w:rFonts w:ascii="Corbel" w:hAnsi="Corbel"/>
                <w:sz w:val="24"/>
                <w:szCs w:val="24"/>
              </w:rPr>
              <w:t xml:space="preserve">- sposób prezentacji </w:t>
            </w:r>
          </w:p>
        </w:tc>
      </w:tr>
    </w:tbl>
    <w:p w14:paraId="0232F80C" w14:textId="77777777" w:rsidR="0085747A" w:rsidRPr="00606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629D74" w14:textId="77777777" w:rsidR="0085747A" w:rsidRPr="006069F6" w:rsidRDefault="0085747A" w:rsidP="0013173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069F6">
        <w:rPr>
          <w:rFonts w:ascii="Corbel" w:hAnsi="Corbel"/>
          <w:b/>
          <w:sz w:val="24"/>
          <w:szCs w:val="24"/>
        </w:rPr>
        <w:t xml:space="preserve">5. </w:t>
      </w:r>
      <w:r w:rsidR="00C61DC5" w:rsidRPr="006069F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069F6" w14:paraId="5EE95A5C" w14:textId="77777777" w:rsidTr="003E1941">
        <w:tc>
          <w:tcPr>
            <w:tcW w:w="4962" w:type="dxa"/>
            <w:vAlign w:val="center"/>
          </w:tcPr>
          <w:p w14:paraId="7A3F54B7" w14:textId="77777777" w:rsidR="0085747A" w:rsidRPr="006069F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069F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069F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A1DEB3" w14:textId="77777777" w:rsidR="0085747A" w:rsidRPr="006069F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069F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069F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069F6" w14:paraId="78429E36" w14:textId="77777777" w:rsidTr="00923D7D">
        <w:tc>
          <w:tcPr>
            <w:tcW w:w="4962" w:type="dxa"/>
          </w:tcPr>
          <w:p w14:paraId="393C5363" w14:textId="471F78E1" w:rsidR="0085747A" w:rsidRPr="006069F6" w:rsidRDefault="00C61DC5" w:rsidP="009910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G</w:t>
            </w:r>
            <w:r w:rsidR="0085747A" w:rsidRPr="006069F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069F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069F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069F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A57E03E" w14:textId="7BD0D5BE" w:rsidR="0085747A" w:rsidRPr="006069F6" w:rsidRDefault="00E347C5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069F6" w14:paraId="610C71D1" w14:textId="77777777" w:rsidTr="00923D7D">
        <w:tc>
          <w:tcPr>
            <w:tcW w:w="4962" w:type="dxa"/>
          </w:tcPr>
          <w:p w14:paraId="2EBC68D7" w14:textId="77777777" w:rsidR="00C61DC5" w:rsidRPr="006069F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069F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1733" w:rsidRPr="006069F6">
              <w:rPr>
                <w:rFonts w:ascii="Corbel" w:hAnsi="Corbel"/>
                <w:sz w:val="24"/>
                <w:szCs w:val="24"/>
              </w:rPr>
              <w:t>:</w:t>
            </w:r>
          </w:p>
          <w:p w14:paraId="0D0ED740" w14:textId="77777777" w:rsidR="00C61DC5" w:rsidRPr="006069F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u</w:t>
            </w:r>
            <w:r w:rsidR="00131733" w:rsidRPr="006069F6">
              <w:rPr>
                <w:rFonts w:ascii="Corbel" w:hAnsi="Corbel"/>
                <w:sz w:val="24"/>
                <w:szCs w:val="24"/>
              </w:rPr>
              <w:t>dział w konsultacjach, kolokwium</w:t>
            </w:r>
          </w:p>
        </w:tc>
        <w:tc>
          <w:tcPr>
            <w:tcW w:w="4677" w:type="dxa"/>
          </w:tcPr>
          <w:p w14:paraId="0D646F3F" w14:textId="57120764" w:rsidR="00C61DC5" w:rsidRPr="006069F6" w:rsidRDefault="00E351A3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069F6" w14:paraId="42440969" w14:textId="77777777" w:rsidTr="00923D7D">
        <w:tc>
          <w:tcPr>
            <w:tcW w:w="4962" w:type="dxa"/>
          </w:tcPr>
          <w:p w14:paraId="35774607" w14:textId="0AB31D97" w:rsidR="00C61DC5" w:rsidRPr="006069F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069F6">
              <w:rPr>
                <w:rFonts w:ascii="Corbel" w:hAnsi="Corbel"/>
                <w:sz w:val="24"/>
                <w:szCs w:val="24"/>
              </w:rPr>
              <w:t>: przygotowanie do zajęć, opracowanie p</w:t>
            </w:r>
            <w:r w:rsidR="00E351A3">
              <w:rPr>
                <w:rFonts w:ascii="Corbel" w:hAnsi="Corbel"/>
                <w:sz w:val="24"/>
                <w:szCs w:val="24"/>
              </w:rPr>
              <w:t>racy projektowej</w:t>
            </w:r>
            <w:r w:rsidR="00131733" w:rsidRPr="006069F6">
              <w:rPr>
                <w:rFonts w:ascii="Corbel" w:hAnsi="Corbel"/>
                <w:sz w:val="24"/>
                <w:szCs w:val="24"/>
              </w:rPr>
              <w:t xml:space="preserve">, </w:t>
            </w:r>
            <w:r w:rsidR="00E351A3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C05CB">
              <w:rPr>
                <w:rFonts w:ascii="Corbel" w:hAnsi="Corbel"/>
                <w:sz w:val="24"/>
                <w:szCs w:val="24"/>
              </w:rPr>
              <w:t>kolokwium</w:t>
            </w:r>
            <w:r w:rsidR="00E351A3">
              <w:rPr>
                <w:rFonts w:ascii="Corbel" w:hAnsi="Corbel"/>
                <w:sz w:val="24"/>
                <w:szCs w:val="24"/>
              </w:rPr>
              <w:t xml:space="preserve">, </w:t>
            </w:r>
            <w:r w:rsidR="00131733" w:rsidRPr="006069F6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3BC651FC" w14:textId="584A1823" w:rsidR="00C61DC5" w:rsidRPr="006069F6" w:rsidRDefault="00E347C5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6069F6" w14:paraId="5257B4E6" w14:textId="77777777" w:rsidTr="00923D7D">
        <w:tc>
          <w:tcPr>
            <w:tcW w:w="4962" w:type="dxa"/>
          </w:tcPr>
          <w:p w14:paraId="4729EB51" w14:textId="77777777" w:rsidR="0085747A" w:rsidRPr="006069F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69F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356B07" w14:textId="186961C6" w:rsidR="0085747A" w:rsidRPr="006069F6" w:rsidRDefault="00E347C5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069F6" w14:paraId="7649B9E7" w14:textId="77777777" w:rsidTr="00923D7D">
        <w:tc>
          <w:tcPr>
            <w:tcW w:w="4962" w:type="dxa"/>
          </w:tcPr>
          <w:p w14:paraId="09C3AEBB" w14:textId="77777777" w:rsidR="0085747A" w:rsidRPr="006069F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12E0E0" w14:textId="77777777" w:rsidR="0085747A" w:rsidRPr="006069F6" w:rsidRDefault="0049559E" w:rsidP="001317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069F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56DCC88" w14:textId="77777777" w:rsidR="0085747A" w:rsidRPr="006069F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069F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069F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C2963" w14:textId="77777777" w:rsidR="003E1941" w:rsidRPr="006069F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DCACB4" w14:textId="77777777" w:rsidR="0085747A" w:rsidRPr="006069F6" w:rsidRDefault="0071620A" w:rsidP="00AB745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6. </w:t>
      </w:r>
      <w:r w:rsidR="0085747A" w:rsidRPr="006069F6">
        <w:rPr>
          <w:rFonts w:ascii="Corbel" w:hAnsi="Corbel"/>
          <w:smallCaps w:val="0"/>
          <w:szCs w:val="24"/>
        </w:rPr>
        <w:t>PRAKTYKI ZAWO</w:t>
      </w:r>
      <w:r w:rsidR="009D3F3B" w:rsidRPr="006069F6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6069F6" w14:paraId="0C9F0450" w14:textId="77777777" w:rsidTr="0006293A">
        <w:trPr>
          <w:trHeight w:val="397"/>
        </w:trPr>
        <w:tc>
          <w:tcPr>
            <w:tcW w:w="4111" w:type="dxa"/>
          </w:tcPr>
          <w:p w14:paraId="00DA6B42" w14:textId="77777777" w:rsidR="0085747A" w:rsidRPr="006069F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6516BBD" w14:textId="77777777" w:rsidR="0085747A" w:rsidRPr="006069F6" w:rsidRDefault="00AB7451" w:rsidP="00AB7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069F6" w14:paraId="7C3BAAE7" w14:textId="77777777" w:rsidTr="0006293A">
        <w:trPr>
          <w:trHeight w:val="397"/>
        </w:trPr>
        <w:tc>
          <w:tcPr>
            <w:tcW w:w="4111" w:type="dxa"/>
          </w:tcPr>
          <w:p w14:paraId="4B75170D" w14:textId="77777777" w:rsidR="0085747A" w:rsidRPr="006069F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6022B15" w14:textId="77777777" w:rsidR="0085747A" w:rsidRPr="006069F6" w:rsidRDefault="00AB7451" w:rsidP="00AB7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8185DCD" w14:textId="77777777" w:rsidR="003E1941" w:rsidRPr="006069F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33AF1" w14:textId="77777777" w:rsidR="00675843" w:rsidRPr="006069F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069F6">
        <w:rPr>
          <w:rFonts w:ascii="Corbel" w:hAnsi="Corbel"/>
          <w:smallCaps w:val="0"/>
          <w:szCs w:val="24"/>
        </w:rPr>
        <w:t xml:space="preserve">7. </w:t>
      </w:r>
      <w:r w:rsidR="0085747A" w:rsidRPr="006069F6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069F6" w14:paraId="7119E41F" w14:textId="77777777" w:rsidTr="00CB061E">
        <w:trPr>
          <w:trHeight w:val="397"/>
        </w:trPr>
        <w:tc>
          <w:tcPr>
            <w:tcW w:w="9639" w:type="dxa"/>
          </w:tcPr>
          <w:p w14:paraId="3789159B" w14:textId="77777777" w:rsidR="0085747A" w:rsidRPr="006069F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069F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10E9E12" w14:textId="77777777" w:rsidR="00CB061E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r w:rsidR="002A36E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Chrzanowska(2015) </w:t>
            </w:r>
            <w:r w:rsidR="002A36E3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specjalna.</w:t>
            </w:r>
            <w:r w:rsidR="0076219D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Od tradycji do</w:t>
            </w:r>
            <w:r w:rsidR="0076219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219D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współczesności.</w:t>
            </w:r>
            <w:r w:rsidR="0076219D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36E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Poznań.</w:t>
            </w:r>
          </w:p>
          <w:p w14:paraId="5EC06F62" w14:textId="77777777" w:rsidR="002A36E3" w:rsidRPr="006069F6" w:rsidRDefault="002A36E3" w:rsidP="00CB061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G. Szumski (2010)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Wokół edukacji włączającej.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14:paraId="177DF6E5" w14:textId="77777777" w:rsidR="002A36E3" w:rsidRPr="006069F6" w:rsidRDefault="002A36E3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(2001)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Efekty integracji dzieci pełnosprawnych oraz z mózgowym porażeniem dziecięcym w młodszym wieku szkolnym.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 Rzeszów. </w:t>
            </w:r>
          </w:p>
          <w:p w14:paraId="56755F12" w14:textId="77777777" w:rsidR="00CB061E" w:rsidRPr="006069F6" w:rsidRDefault="0076219D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(2008)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Wspomaganie rozwoju dzieci z niepełnosprawnością w różnych formach edukacji wczesnoszkolnej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. Rzeszów. </w:t>
            </w:r>
          </w:p>
          <w:p w14:paraId="6FCD11FF" w14:textId="77777777" w:rsidR="00CB061E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3471E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Zamkowska (2009) </w:t>
            </w:r>
            <w:r w:rsidR="003471E4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Wybrane problemy integracyjnego systemu</w:t>
            </w:r>
            <w:r w:rsidR="003471E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471E4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kształcenia</w:t>
            </w:r>
            <w:r w:rsidR="003471E4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, Radom. </w:t>
            </w:r>
          </w:p>
          <w:p w14:paraId="29386963" w14:textId="77777777" w:rsidR="006B3991" w:rsidRPr="006069F6" w:rsidRDefault="00CB061E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C40B1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Zamkowska (2009) </w:t>
            </w:r>
            <w:r w:rsidR="00C40B1B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Wsparcie edukacyjne uczniów z niepełnosprawnością intelektualną  w różnych formach kształcenia  na I</w:t>
            </w:r>
            <w:r w:rsidR="00C40B1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40B1B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etapie edukacji,</w:t>
            </w:r>
            <w:r w:rsidR="00C40B1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Radom. </w:t>
            </w:r>
          </w:p>
          <w:p w14:paraId="742FB747" w14:textId="77777777" w:rsidR="00D42E8C" w:rsidRDefault="00D42E8C" w:rsidP="00CB061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Zacharuk (2008) </w:t>
            </w:r>
            <w:r w:rsidR="00246AC0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edukacji inkluzyjnej,</w:t>
            </w:r>
            <w:r w:rsidR="00246AC0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Warszawa. </w:t>
            </w:r>
          </w:p>
          <w:p w14:paraId="442FE530" w14:textId="7B7AD844" w:rsidR="0075362B" w:rsidRDefault="0075362B" w:rsidP="0075362B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75362B">
              <w:rPr>
                <w:rFonts w:ascii="Corbel" w:hAnsi="Corbel"/>
                <w:bCs/>
                <w:smallCaps w:val="0"/>
                <w:color w:val="000000"/>
                <w:szCs w:val="24"/>
              </w:rPr>
              <w:lastRenderedPageBreak/>
              <w:t xml:space="preserve">Literatura uzupełniająca:  </w:t>
            </w:r>
          </w:p>
          <w:p w14:paraId="7DEB0A0F" w14:textId="77777777" w:rsidR="00287C5C" w:rsidRDefault="00287C5C" w:rsidP="00287C5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I. Chrzanowska, G. Szumski (2024) </w:t>
            </w:r>
            <w:r w:rsidRPr="00287C5C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>Edukacja włączająca w przedszkolu i szkole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Warszawa.</w:t>
            </w:r>
          </w:p>
          <w:p w14:paraId="2BBBA0D2" w14:textId="4415A8FD" w:rsidR="0075362B" w:rsidRPr="00287C5C" w:rsidRDefault="00287C5C" w:rsidP="00287C5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B. Jachimczak, D. Podgórska-Jachnik (2024)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Edukacja włączająca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w perspektywie i zadaniach samorządu terytorialnego 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Warszawa-Łódź. </w:t>
            </w:r>
          </w:p>
          <w:p w14:paraId="72D1BFB1" w14:textId="15E75204" w:rsidR="00E60F7A" w:rsidRPr="006069F6" w:rsidRDefault="00CB061E" w:rsidP="00287C5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E60F7A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Hulek( 1999) </w:t>
            </w:r>
            <w:r w:rsidR="00E60F7A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rewalidacyjna</w:t>
            </w:r>
            <w:r w:rsidR="00E60F7A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</w:p>
          <w:p w14:paraId="73B3E3BB" w14:textId="77777777" w:rsidR="00CB061E" w:rsidRPr="006069F6" w:rsidRDefault="00A1409B" w:rsidP="00287C5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Gajdzica, M. Belza (2016)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Inkluzja edukacyjna. Idee, koncepcje, modele edukacji włączającej a wybrane aspekty praktyki edukacyjnej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Katowice. </w:t>
            </w:r>
          </w:p>
          <w:p w14:paraId="573475A4" w14:textId="40D2CA2A" w:rsidR="000924BC" w:rsidRPr="006069F6" w:rsidRDefault="00CB061E" w:rsidP="001D07B3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r w:rsidR="00E06D5B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Both, M.  </w:t>
            </w:r>
            <w:r w:rsidR="000924BC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Ainscow (2011) </w:t>
            </w:r>
            <w:r w:rsidR="000924BC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Przewodnik po edukacji włączającej.</w:t>
            </w:r>
            <w:r w:rsidR="000924BC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Warszawa. </w:t>
            </w:r>
          </w:p>
          <w:p w14:paraId="12920666" w14:textId="77777777" w:rsidR="00C2570E" w:rsidRPr="006069F6" w:rsidRDefault="00C2570E" w:rsidP="00287C5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Europejska Agencja ds. Specjalnych Potrzeb EDUKACJI WŁĄCZAJĄCEJ Pięć kluczowych przesłań dla edukacji włączającej. Od teorii do praktyki.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70C272A" w14:textId="43BB0AB7" w:rsidR="00E1440E" w:rsidRPr="006069F6" w:rsidRDefault="0018608D" w:rsidP="001D07B3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K. Barłóg (2014)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Paradygmaty normalizacyjne, modele wsparcia a pomoc specjalna w szkołach masowych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Systemowe aspekty organizacji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szkolnictwa </w:t>
            </w:r>
            <w:r w:rsidR="00E1440E"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Polsce,</w:t>
            </w:r>
            <w:r w:rsidR="00E1440E"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K. Denek, P. Oleśniewicz, A. Kamińska, Sosnowiec. </w:t>
            </w:r>
          </w:p>
          <w:p w14:paraId="78471AE5" w14:textId="77777777" w:rsidR="00692555" w:rsidRPr="006069F6" w:rsidRDefault="00692555" w:rsidP="00287C5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Chodkowska, B. Szabała (2012)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Osoby z upośledzeniem umysłowym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stereotypowym postrzeganiu społecznym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Lublin. </w:t>
            </w:r>
          </w:p>
          <w:p w14:paraId="5ADFBC93" w14:textId="77777777" w:rsidR="00A042B3" w:rsidRPr="006069F6" w:rsidRDefault="004D5D0E" w:rsidP="00287C5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Chodkowska, Z. Byra, Z. Kazanowski, D. Osik-Chudowolska, M. Parchomiuk, B. Szabała ( 201o)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Stereotypy niepełnosprawności. Między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wykluczeniem a integracją.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Lublin. </w:t>
            </w:r>
          </w:p>
          <w:p w14:paraId="54523722" w14:textId="77777777" w:rsidR="000924BC" w:rsidRPr="006069F6" w:rsidRDefault="00E1440E" w:rsidP="00287C5C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Maciarz (1999) </w:t>
            </w:r>
            <w:r w:rsidRPr="006069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teorii i badań psychospołecznej integracji</w:t>
            </w:r>
            <w:r w:rsidRPr="00606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Kraków. </w:t>
            </w:r>
          </w:p>
        </w:tc>
      </w:tr>
      <w:tr w:rsidR="0085747A" w:rsidRPr="006069F6" w14:paraId="5735CB84" w14:textId="77777777" w:rsidTr="00CB061E">
        <w:trPr>
          <w:trHeight w:val="397"/>
        </w:trPr>
        <w:tc>
          <w:tcPr>
            <w:tcW w:w="9639" w:type="dxa"/>
          </w:tcPr>
          <w:p w14:paraId="1493E8A7" w14:textId="44D9F36A" w:rsidR="001B1AD2" w:rsidRPr="006069F6" w:rsidRDefault="00574092" w:rsidP="00574092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11.</w:t>
            </w:r>
            <w:r w:rsidR="001B1AD2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G. Fairbairn, S. Fairbairn (2000) </w:t>
            </w:r>
            <w:r w:rsidR="001B1AD2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Integracja dzieci o specjalnych</w:t>
            </w:r>
            <w:r w:rsidR="001B1AD2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potrzebach </w:t>
            </w:r>
            <w:r w:rsidR="001B1AD2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edukacyjnych.</w:t>
            </w:r>
            <w:r w:rsidR="001B1AD2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14:paraId="09511CE6" w14:textId="3E56C705" w:rsidR="001B1AD2" w:rsidRPr="006069F6" w:rsidRDefault="00574092" w:rsidP="00574092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12.</w:t>
            </w:r>
            <w:r w:rsidR="001B1AD2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Barłóg, M. Kokoszka (2020) </w:t>
            </w:r>
            <w:r w:rsidR="001B1AD2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Bariery i zmiana. Proces inkluzji w</w:t>
            </w:r>
            <w:r w:rsidR="001B1AD2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1AD2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perspektywie edukacyjnej i społecznej.</w:t>
            </w:r>
            <w:r w:rsidR="001B1AD2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Rzeszów. </w:t>
            </w:r>
          </w:p>
          <w:p w14:paraId="07CE48F3" w14:textId="3030DDE9" w:rsidR="00881A1B" w:rsidRPr="006069F6" w:rsidRDefault="00881A1B" w:rsidP="00574092">
            <w:pPr>
              <w:pStyle w:val="Punktygwne"/>
              <w:numPr>
                <w:ilvl w:val="0"/>
                <w:numId w:val="9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i in. (2018)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Szkoła wspierająca dzieci z niepełnosprawnością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. Rzeszów. </w:t>
            </w:r>
          </w:p>
          <w:p w14:paraId="0FD137E5" w14:textId="6BBDDEE8" w:rsidR="001B1AD2" w:rsidRPr="006069F6" w:rsidRDefault="00574092" w:rsidP="00574092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14.</w:t>
            </w:r>
            <w:r w:rsidR="001B1AD2" w:rsidRPr="006069F6">
              <w:rPr>
                <w:rFonts w:ascii="Corbel" w:hAnsi="Corbel"/>
                <w:b w:val="0"/>
                <w:smallCaps w:val="0"/>
                <w:szCs w:val="24"/>
              </w:rPr>
              <w:t>K. Barłóg, M. Kocór (</w:t>
            </w:r>
            <w:r w:rsidR="006B38E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2017) </w:t>
            </w:r>
            <w:r w:rsidR="006B38EC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Edukacja inkluzyjna i terapia  dzieci ze</w:t>
            </w:r>
            <w:r w:rsidR="006B38E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8EC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specjalnymi potrzebami</w:t>
            </w:r>
            <w:r w:rsidR="006B38EC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. Jarosław. </w:t>
            </w:r>
          </w:p>
          <w:p w14:paraId="685A06B5" w14:textId="560AE4C2" w:rsidR="00FF4938" w:rsidRPr="006069F6" w:rsidRDefault="00FF4938" w:rsidP="00574092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(2017)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Inkluzja edukacyjna a problemy młodych osób z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ograniczeniami sprawności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(w) Lubelski Rocznik Pedagogiczny T3, z 2. </w:t>
            </w:r>
          </w:p>
          <w:p w14:paraId="60C048A2" w14:textId="77777777" w:rsidR="00B9637A" w:rsidRPr="006069F6" w:rsidRDefault="00B9637A" w:rsidP="00574092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J. Bogucka, M. Kościelska (1994)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Nauczanie i wychowanie integracyjne.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14:paraId="4BAF6ADC" w14:textId="4583BD0F" w:rsidR="00B9637A" w:rsidRPr="006069F6" w:rsidRDefault="00574092" w:rsidP="00574092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637A" w:rsidRPr="006069F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CB061E" w:rsidRPr="006069F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9637A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Bogucka, M. Kościelska (</w:t>
            </w:r>
            <w:r w:rsidR="00CA18AF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1994) </w:t>
            </w:r>
            <w:r w:rsidR="00CA18AF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Nauczanie i wychowanie integracyjne</w:t>
            </w:r>
            <w:r w:rsidR="00CA18AF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CA18AF"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Nowe doświadczenia.</w:t>
            </w:r>
            <w:r w:rsidR="00CA18AF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Warszawa. </w:t>
            </w:r>
          </w:p>
          <w:p w14:paraId="23A34501" w14:textId="77777777" w:rsidR="00D47657" w:rsidRPr="006069F6" w:rsidRDefault="00457FA3" w:rsidP="00574092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R. Ossowski (1999)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Od nauczania integracyjnego do szkoły 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>równych szans. Warszawa.</w:t>
            </w:r>
          </w:p>
          <w:p w14:paraId="499AEAFD" w14:textId="77777777" w:rsidR="001B1AD2" w:rsidRPr="006069F6" w:rsidRDefault="00D47657" w:rsidP="00574092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K. Barłóg (2020)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Kontekst pedagogiki specjalnej. Edukacja inkluzyjna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pozorowana czy edukacja inkluzyjna realizowana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 (w) </w:t>
            </w:r>
            <w:r w:rsidRPr="006069F6">
              <w:rPr>
                <w:rFonts w:ascii="Corbel" w:hAnsi="Corbel"/>
                <w:b w:val="0"/>
                <w:i/>
                <w:smallCaps w:val="0"/>
                <w:szCs w:val="24"/>
              </w:rPr>
              <w:t>Interdyscyplinarne Konteksty Pedagogiki Specjalnej.</w:t>
            </w:r>
            <w:r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Poznań. </w:t>
            </w:r>
            <w:r w:rsidR="00457FA3" w:rsidRPr="006069F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5CD7E77" w14:textId="77777777" w:rsidR="0085747A" w:rsidRPr="006069F6" w:rsidRDefault="0085747A" w:rsidP="00CB06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796A34" w14:textId="77777777" w:rsidR="0085747A" w:rsidRPr="006069F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069F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7EC37F8" w14:textId="77777777" w:rsidR="0006293A" w:rsidRPr="006069F6" w:rsidRDefault="0006293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2BC7F0" w14:textId="77777777" w:rsidR="0006293A" w:rsidRPr="006069F6" w:rsidRDefault="0006293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A2076D" w14:textId="77777777" w:rsidR="0006293A" w:rsidRPr="006069F6" w:rsidRDefault="0006293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38DC8" w14:textId="77777777" w:rsidR="0006293A" w:rsidRPr="006069F6" w:rsidRDefault="0006293A" w:rsidP="0006293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06293A" w:rsidRPr="006069F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FDD5D" w14:textId="77777777" w:rsidR="00AC1171" w:rsidRDefault="00AC1171" w:rsidP="00C16ABF">
      <w:pPr>
        <w:spacing w:after="0" w:line="240" w:lineRule="auto"/>
      </w:pPr>
      <w:r>
        <w:separator/>
      </w:r>
    </w:p>
  </w:endnote>
  <w:endnote w:type="continuationSeparator" w:id="0">
    <w:p w14:paraId="730879F3" w14:textId="77777777" w:rsidR="00AC1171" w:rsidRDefault="00AC11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E14E" w14:textId="77777777" w:rsidR="00AC1171" w:rsidRDefault="00AC1171" w:rsidP="00C16ABF">
      <w:pPr>
        <w:spacing w:after="0" w:line="240" w:lineRule="auto"/>
      </w:pPr>
      <w:r>
        <w:separator/>
      </w:r>
    </w:p>
  </w:footnote>
  <w:footnote w:type="continuationSeparator" w:id="0">
    <w:p w14:paraId="1EE4B745" w14:textId="77777777" w:rsidR="00AC1171" w:rsidRDefault="00AC1171" w:rsidP="00C16ABF">
      <w:pPr>
        <w:spacing w:after="0" w:line="240" w:lineRule="auto"/>
      </w:pPr>
      <w:r>
        <w:continuationSeparator/>
      </w:r>
    </w:p>
  </w:footnote>
  <w:footnote w:id="1">
    <w:p w14:paraId="4A5E26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80C"/>
    <w:multiLevelType w:val="hybridMultilevel"/>
    <w:tmpl w:val="6248C0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8F5A3B"/>
    <w:multiLevelType w:val="hybridMultilevel"/>
    <w:tmpl w:val="0B32F944"/>
    <w:lvl w:ilvl="0" w:tplc="052E1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84FAA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E50BC"/>
    <w:multiLevelType w:val="hybridMultilevel"/>
    <w:tmpl w:val="FC00268C"/>
    <w:lvl w:ilvl="0" w:tplc="D35E4524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49283D34"/>
    <w:multiLevelType w:val="hybridMultilevel"/>
    <w:tmpl w:val="3EC68418"/>
    <w:lvl w:ilvl="0" w:tplc="CE18162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49F87514"/>
    <w:multiLevelType w:val="hybridMultilevel"/>
    <w:tmpl w:val="BA34FB98"/>
    <w:lvl w:ilvl="0" w:tplc="052E1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10AED"/>
    <w:multiLevelType w:val="hybridMultilevel"/>
    <w:tmpl w:val="A81E2F64"/>
    <w:lvl w:ilvl="0" w:tplc="84ECC268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392A6B"/>
    <w:multiLevelType w:val="hybridMultilevel"/>
    <w:tmpl w:val="FE300D16"/>
    <w:lvl w:ilvl="0" w:tplc="A1DE5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38A87F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26485">
    <w:abstractNumId w:val="2"/>
  </w:num>
  <w:num w:numId="2" w16cid:durableId="950549817">
    <w:abstractNumId w:val="1"/>
  </w:num>
  <w:num w:numId="3" w16cid:durableId="1051921615">
    <w:abstractNumId w:val="3"/>
  </w:num>
  <w:num w:numId="4" w16cid:durableId="1115710375">
    <w:abstractNumId w:val="10"/>
  </w:num>
  <w:num w:numId="5" w16cid:durableId="1426803207">
    <w:abstractNumId w:val="0"/>
  </w:num>
  <w:num w:numId="6" w16cid:durableId="1395078209">
    <w:abstractNumId w:val="8"/>
  </w:num>
  <w:num w:numId="7" w16cid:durableId="2045134748">
    <w:abstractNumId w:val="7"/>
  </w:num>
  <w:num w:numId="8" w16cid:durableId="718095520">
    <w:abstractNumId w:val="6"/>
  </w:num>
  <w:num w:numId="9" w16cid:durableId="1726178704">
    <w:abstractNumId w:val="9"/>
  </w:num>
  <w:num w:numId="10" w16cid:durableId="1502117676">
    <w:abstractNumId w:val="5"/>
  </w:num>
  <w:num w:numId="11" w16cid:durableId="12159209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EF"/>
    <w:rsid w:val="000077B4"/>
    <w:rsid w:val="00015B8F"/>
    <w:rsid w:val="00022ECE"/>
    <w:rsid w:val="00024993"/>
    <w:rsid w:val="00033FE8"/>
    <w:rsid w:val="00041F98"/>
    <w:rsid w:val="00042A51"/>
    <w:rsid w:val="00042D2E"/>
    <w:rsid w:val="00044C82"/>
    <w:rsid w:val="000457DE"/>
    <w:rsid w:val="000479F8"/>
    <w:rsid w:val="00060835"/>
    <w:rsid w:val="0006293A"/>
    <w:rsid w:val="00070ED6"/>
    <w:rsid w:val="000742DC"/>
    <w:rsid w:val="00077CB5"/>
    <w:rsid w:val="00084C12"/>
    <w:rsid w:val="00085C84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1612"/>
    <w:rsid w:val="00114DE1"/>
    <w:rsid w:val="00117608"/>
    <w:rsid w:val="00124BFF"/>
    <w:rsid w:val="0012560E"/>
    <w:rsid w:val="00127108"/>
    <w:rsid w:val="00131733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C28FC"/>
    <w:rsid w:val="001D07B3"/>
    <w:rsid w:val="001D657B"/>
    <w:rsid w:val="001D7B54"/>
    <w:rsid w:val="001E01F1"/>
    <w:rsid w:val="001E0209"/>
    <w:rsid w:val="001F2CA2"/>
    <w:rsid w:val="001F4AD6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70DC4"/>
    <w:rsid w:val="00281FF2"/>
    <w:rsid w:val="002857DE"/>
    <w:rsid w:val="00287C5C"/>
    <w:rsid w:val="0029003C"/>
    <w:rsid w:val="00291567"/>
    <w:rsid w:val="002A22BF"/>
    <w:rsid w:val="002A2389"/>
    <w:rsid w:val="002A36E3"/>
    <w:rsid w:val="002A671D"/>
    <w:rsid w:val="002A79BD"/>
    <w:rsid w:val="002B4D55"/>
    <w:rsid w:val="002B5EA0"/>
    <w:rsid w:val="002B6119"/>
    <w:rsid w:val="002C05CB"/>
    <w:rsid w:val="002C0823"/>
    <w:rsid w:val="002C1F06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B4CC3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2661"/>
    <w:rsid w:val="003F38C0"/>
    <w:rsid w:val="004058FC"/>
    <w:rsid w:val="00414E3C"/>
    <w:rsid w:val="0042182D"/>
    <w:rsid w:val="0042244A"/>
    <w:rsid w:val="0042338F"/>
    <w:rsid w:val="0042745A"/>
    <w:rsid w:val="0043080F"/>
    <w:rsid w:val="00431D5C"/>
    <w:rsid w:val="004362C6"/>
    <w:rsid w:val="00437FA2"/>
    <w:rsid w:val="004450B5"/>
    <w:rsid w:val="00445970"/>
    <w:rsid w:val="00451962"/>
    <w:rsid w:val="00455CF0"/>
    <w:rsid w:val="00457FA3"/>
    <w:rsid w:val="00461EFC"/>
    <w:rsid w:val="0046412A"/>
    <w:rsid w:val="004652C2"/>
    <w:rsid w:val="004706D1"/>
    <w:rsid w:val="00471326"/>
    <w:rsid w:val="0047598D"/>
    <w:rsid w:val="004840FD"/>
    <w:rsid w:val="00485646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C6F95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15DD"/>
    <w:rsid w:val="005363C4"/>
    <w:rsid w:val="00536BDE"/>
    <w:rsid w:val="00543ACC"/>
    <w:rsid w:val="0056696D"/>
    <w:rsid w:val="00570D5C"/>
    <w:rsid w:val="00574092"/>
    <w:rsid w:val="0059484D"/>
    <w:rsid w:val="00594AD6"/>
    <w:rsid w:val="00595209"/>
    <w:rsid w:val="005A0855"/>
    <w:rsid w:val="005A3196"/>
    <w:rsid w:val="005A659B"/>
    <w:rsid w:val="005C080F"/>
    <w:rsid w:val="005C0A5E"/>
    <w:rsid w:val="005C2ABC"/>
    <w:rsid w:val="005C55E5"/>
    <w:rsid w:val="005C696A"/>
    <w:rsid w:val="005E6E85"/>
    <w:rsid w:val="005F31D2"/>
    <w:rsid w:val="006004ED"/>
    <w:rsid w:val="006069F6"/>
    <w:rsid w:val="0061029B"/>
    <w:rsid w:val="00616B81"/>
    <w:rsid w:val="00617230"/>
    <w:rsid w:val="00621CE1"/>
    <w:rsid w:val="00627FC9"/>
    <w:rsid w:val="00643C3E"/>
    <w:rsid w:val="00647FA8"/>
    <w:rsid w:val="00650C5F"/>
    <w:rsid w:val="0065168C"/>
    <w:rsid w:val="00652718"/>
    <w:rsid w:val="00654934"/>
    <w:rsid w:val="006620D9"/>
    <w:rsid w:val="00664105"/>
    <w:rsid w:val="00671958"/>
    <w:rsid w:val="00673E0E"/>
    <w:rsid w:val="00675843"/>
    <w:rsid w:val="00692555"/>
    <w:rsid w:val="00692C05"/>
    <w:rsid w:val="00696477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25F8D"/>
    <w:rsid w:val="007327BD"/>
    <w:rsid w:val="00734608"/>
    <w:rsid w:val="00745302"/>
    <w:rsid w:val="007461D6"/>
    <w:rsid w:val="00746EC8"/>
    <w:rsid w:val="0075362B"/>
    <w:rsid w:val="0075759E"/>
    <w:rsid w:val="0076219D"/>
    <w:rsid w:val="00763BF1"/>
    <w:rsid w:val="00764449"/>
    <w:rsid w:val="00766AF8"/>
    <w:rsid w:val="00766FD4"/>
    <w:rsid w:val="0076776C"/>
    <w:rsid w:val="00770576"/>
    <w:rsid w:val="00774625"/>
    <w:rsid w:val="0078168C"/>
    <w:rsid w:val="007829E0"/>
    <w:rsid w:val="007833CB"/>
    <w:rsid w:val="00787C2A"/>
    <w:rsid w:val="00790E27"/>
    <w:rsid w:val="00793BD4"/>
    <w:rsid w:val="007A14DB"/>
    <w:rsid w:val="007A265C"/>
    <w:rsid w:val="007A2DCD"/>
    <w:rsid w:val="007A4022"/>
    <w:rsid w:val="007A6E6E"/>
    <w:rsid w:val="007B7FDF"/>
    <w:rsid w:val="007C3299"/>
    <w:rsid w:val="007C3BCC"/>
    <w:rsid w:val="007C4546"/>
    <w:rsid w:val="007C5004"/>
    <w:rsid w:val="007D6E56"/>
    <w:rsid w:val="007E1F20"/>
    <w:rsid w:val="007F1BE7"/>
    <w:rsid w:val="007F4155"/>
    <w:rsid w:val="007F75D2"/>
    <w:rsid w:val="0081554D"/>
    <w:rsid w:val="0081707E"/>
    <w:rsid w:val="00820F50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41071"/>
    <w:rsid w:val="009508DF"/>
    <w:rsid w:val="00950DAC"/>
    <w:rsid w:val="00954A07"/>
    <w:rsid w:val="0097076D"/>
    <w:rsid w:val="009716EE"/>
    <w:rsid w:val="009755D3"/>
    <w:rsid w:val="0098748D"/>
    <w:rsid w:val="00991064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3C5C"/>
    <w:rsid w:val="009F4610"/>
    <w:rsid w:val="009F62BB"/>
    <w:rsid w:val="00A00ECC"/>
    <w:rsid w:val="00A042B3"/>
    <w:rsid w:val="00A127EA"/>
    <w:rsid w:val="00A1409B"/>
    <w:rsid w:val="00A155EE"/>
    <w:rsid w:val="00A16315"/>
    <w:rsid w:val="00A21AEA"/>
    <w:rsid w:val="00A2245B"/>
    <w:rsid w:val="00A30110"/>
    <w:rsid w:val="00A33A04"/>
    <w:rsid w:val="00A36899"/>
    <w:rsid w:val="00A371F6"/>
    <w:rsid w:val="00A43BF6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B7451"/>
    <w:rsid w:val="00AC1171"/>
    <w:rsid w:val="00AC4298"/>
    <w:rsid w:val="00AC4363"/>
    <w:rsid w:val="00AD1146"/>
    <w:rsid w:val="00AD27D3"/>
    <w:rsid w:val="00AD66D6"/>
    <w:rsid w:val="00AE1160"/>
    <w:rsid w:val="00AE203C"/>
    <w:rsid w:val="00AE2E74"/>
    <w:rsid w:val="00AE3A12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4D5A"/>
    <w:rsid w:val="00B46068"/>
    <w:rsid w:val="00B5585E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637A"/>
    <w:rsid w:val="00BA725A"/>
    <w:rsid w:val="00BB520A"/>
    <w:rsid w:val="00BD3869"/>
    <w:rsid w:val="00BD3925"/>
    <w:rsid w:val="00BD3F86"/>
    <w:rsid w:val="00BD66E9"/>
    <w:rsid w:val="00BD6FF4"/>
    <w:rsid w:val="00BE7F96"/>
    <w:rsid w:val="00BF2C41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45A4D"/>
    <w:rsid w:val="00C463C7"/>
    <w:rsid w:val="00C52024"/>
    <w:rsid w:val="00C56036"/>
    <w:rsid w:val="00C61DC5"/>
    <w:rsid w:val="00C66280"/>
    <w:rsid w:val="00C67E92"/>
    <w:rsid w:val="00C70A26"/>
    <w:rsid w:val="00C766DF"/>
    <w:rsid w:val="00C84E12"/>
    <w:rsid w:val="00C85682"/>
    <w:rsid w:val="00C94B98"/>
    <w:rsid w:val="00C975A5"/>
    <w:rsid w:val="00CA18AF"/>
    <w:rsid w:val="00CA2B96"/>
    <w:rsid w:val="00CA5089"/>
    <w:rsid w:val="00CB061E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74119"/>
    <w:rsid w:val="00D8075B"/>
    <w:rsid w:val="00D817FA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347C5"/>
    <w:rsid w:val="00E351A3"/>
    <w:rsid w:val="00E51E44"/>
    <w:rsid w:val="00E56F73"/>
    <w:rsid w:val="00E57B01"/>
    <w:rsid w:val="00E60F7A"/>
    <w:rsid w:val="00E63348"/>
    <w:rsid w:val="00E742AA"/>
    <w:rsid w:val="00E77E88"/>
    <w:rsid w:val="00E8107D"/>
    <w:rsid w:val="00E90733"/>
    <w:rsid w:val="00E95785"/>
    <w:rsid w:val="00E960BB"/>
    <w:rsid w:val="00EA2074"/>
    <w:rsid w:val="00EA4832"/>
    <w:rsid w:val="00EA4E9D"/>
    <w:rsid w:val="00EA6044"/>
    <w:rsid w:val="00EA6F1D"/>
    <w:rsid w:val="00EB3BCC"/>
    <w:rsid w:val="00EC4899"/>
    <w:rsid w:val="00EC7140"/>
    <w:rsid w:val="00ED03AB"/>
    <w:rsid w:val="00ED1B26"/>
    <w:rsid w:val="00ED32D2"/>
    <w:rsid w:val="00EE32DE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7A7B"/>
    <w:rsid w:val="00F3722C"/>
    <w:rsid w:val="00F42515"/>
    <w:rsid w:val="00F526AF"/>
    <w:rsid w:val="00F617C3"/>
    <w:rsid w:val="00F63454"/>
    <w:rsid w:val="00F6704D"/>
    <w:rsid w:val="00F7066B"/>
    <w:rsid w:val="00F76E19"/>
    <w:rsid w:val="00F8299B"/>
    <w:rsid w:val="00F83B28"/>
    <w:rsid w:val="00F85D4A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9909"/>
  <w15:docId w15:val="{47941F63-B5D0-4283-9A2D-DC7FA0DC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DFB42-40E3-426E-9F57-8FF9DD19B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1453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Joanna L</cp:lastModifiedBy>
  <cp:revision>8</cp:revision>
  <cp:lastPrinted>2019-02-06T12:12:00Z</cp:lastPrinted>
  <dcterms:created xsi:type="dcterms:W3CDTF">2024-09-26T12:15:00Z</dcterms:created>
  <dcterms:modified xsi:type="dcterms:W3CDTF">2025-02-03T10:47:00Z</dcterms:modified>
</cp:coreProperties>
</file>